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4945" w:rsidRPr="009D463E" w:rsidRDefault="009D463E" w:rsidP="009D463E">
      <w:pPr>
        <w:widowControl w:val="0"/>
        <w:ind w:right="-2"/>
        <w:jc w:val="center"/>
        <w:rPr>
          <w:b/>
          <w:sz w:val="32"/>
        </w:rPr>
      </w:pPr>
      <w:bookmarkStart w:id="0" w:name="_Ref55336310"/>
      <w:bookmarkStart w:id="1" w:name="_Toc57314672"/>
      <w:bookmarkStart w:id="2" w:name="_Toc69728986"/>
      <w:r w:rsidRPr="009D463E">
        <w:rPr>
          <w:b/>
          <w:sz w:val="32"/>
        </w:rPr>
        <w:t>ОПРОСНЫЙ ЛИСТ</w:t>
      </w:r>
    </w:p>
    <w:p w:rsidR="009D463E" w:rsidRPr="009D463E" w:rsidRDefault="009D463E" w:rsidP="009D463E">
      <w:pPr>
        <w:widowControl w:val="0"/>
        <w:spacing w:line="360" w:lineRule="auto"/>
        <w:ind w:right="-2"/>
        <w:rPr>
          <w:b/>
          <w:sz w:val="24"/>
        </w:rPr>
      </w:pPr>
      <w:r w:rsidRPr="009D463E">
        <w:rPr>
          <w:b/>
          <w:sz w:val="24"/>
        </w:rPr>
        <w:t>Заказчик</w:t>
      </w:r>
      <w:r w:rsidR="00653D0D">
        <w:rPr>
          <w:b/>
          <w:sz w:val="24"/>
        </w:rPr>
        <w:t xml:space="preserve">: </w:t>
      </w:r>
    </w:p>
    <w:p w:rsidR="009D463E" w:rsidRPr="009D463E" w:rsidRDefault="009D463E" w:rsidP="00264945">
      <w:pPr>
        <w:widowControl w:val="0"/>
        <w:ind w:right="-2"/>
        <w:rPr>
          <w:sz w:val="24"/>
        </w:rPr>
      </w:pPr>
      <w:r w:rsidRPr="009D463E">
        <w:rPr>
          <w:b/>
          <w:sz w:val="24"/>
        </w:rPr>
        <w:t xml:space="preserve">Опросный лист для заказа комплектной трансформаторной подстанции в </w:t>
      </w:r>
      <w:proofErr w:type="spellStart"/>
      <w:r w:rsidRPr="009D463E">
        <w:rPr>
          <w:b/>
          <w:sz w:val="24"/>
        </w:rPr>
        <w:t>блочно</w:t>
      </w:r>
      <w:proofErr w:type="spellEnd"/>
      <w:r w:rsidRPr="009D463E">
        <w:rPr>
          <w:b/>
          <w:sz w:val="24"/>
        </w:rPr>
        <w:t>-модульном здании</w:t>
      </w:r>
      <w:r w:rsidR="004758E7">
        <w:rPr>
          <w:b/>
          <w:sz w:val="24"/>
        </w:rPr>
        <w:t xml:space="preserve"> (опросные листы на установленное внутри БМЗ оборудование заполняются на каждый отдельный тип оборудования (КСО, ЩО, ГРЩ и </w:t>
      </w:r>
      <w:proofErr w:type="spellStart"/>
      <w:r w:rsidR="004758E7">
        <w:rPr>
          <w:b/>
          <w:sz w:val="24"/>
        </w:rPr>
        <w:t>т</w:t>
      </w:r>
      <w:proofErr w:type="gramStart"/>
      <w:r w:rsidR="004758E7">
        <w:rPr>
          <w:b/>
          <w:sz w:val="24"/>
        </w:rPr>
        <w:t>.д</w:t>
      </w:r>
      <w:proofErr w:type="spellEnd"/>
      <w:proofErr w:type="gramEnd"/>
      <w:r w:rsidR="004758E7">
        <w:rPr>
          <w:b/>
          <w:sz w:val="24"/>
        </w:rPr>
        <w:t>))</w:t>
      </w:r>
    </w:p>
    <w:p w:rsidR="009D463E" w:rsidRPr="00F77271" w:rsidRDefault="009D463E" w:rsidP="00264945">
      <w:pPr>
        <w:widowControl w:val="0"/>
        <w:ind w:right="-2"/>
      </w:pPr>
    </w:p>
    <w:tbl>
      <w:tblPr>
        <w:tblW w:w="9483" w:type="dxa"/>
        <w:tblInd w:w="10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6663"/>
        <w:gridCol w:w="2253"/>
      </w:tblGrid>
      <w:tr w:rsidR="009D463E" w:rsidRPr="00F77271" w:rsidTr="00B40287">
        <w:trPr>
          <w:trHeight w:val="454"/>
          <w:tblHeader/>
        </w:trPr>
        <w:tc>
          <w:tcPr>
            <w:tcW w:w="567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D463E" w:rsidRPr="00B40287" w:rsidRDefault="009D463E" w:rsidP="00B40287">
            <w:pPr>
              <w:widowControl w:val="0"/>
              <w:ind w:left="-165" w:right="-108"/>
              <w:jc w:val="center"/>
              <w:rPr>
                <w:b/>
              </w:rPr>
            </w:pPr>
            <w:r w:rsidRPr="00B40287">
              <w:rPr>
                <w:b/>
              </w:rPr>
              <w:t>№ п\п</w:t>
            </w:r>
          </w:p>
        </w:tc>
        <w:tc>
          <w:tcPr>
            <w:tcW w:w="666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D463E" w:rsidRPr="00B40287" w:rsidRDefault="009D463E" w:rsidP="00B40287">
            <w:pPr>
              <w:widowControl w:val="0"/>
              <w:ind w:left="34" w:right="-2"/>
              <w:jc w:val="center"/>
              <w:rPr>
                <w:b/>
              </w:rPr>
            </w:pPr>
            <w:r w:rsidRPr="00B40287">
              <w:rPr>
                <w:b/>
              </w:rPr>
              <w:t>Параметры</w:t>
            </w:r>
            <w:bookmarkStart w:id="3" w:name="_GoBack"/>
            <w:bookmarkEnd w:id="3"/>
          </w:p>
        </w:tc>
        <w:tc>
          <w:tcPr>
            <w:tcW w:w="225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D463E" w:rsidRPr="00B40287" w:rsidRDefault="009D463E" w:rsidP="00B40287">
            <w:pPr>
              <w:widowControl w:val="0"/>
              <w:ind w:left="34" w:right="-2" w:hanging="1"/>
              <w:jc w:val="center"/>
              <w:rPr>
                <w:b/>
              </w:rPr>
            </w:pPr>
            <w:r w:rsidRPr="00B40287">
              <w:rPr>
                <w:b/>
              </w:rPr>
              <w:t>Выбранные параметры</w:t>
            </w:r>
          </w:p>
        </w:tc>
      </w:tr>
      <w:tr w:rsidR="009D463E" w:rsidRPr="00F77271" w:rsidTr="00B40287">
        <w:trPr>
          <w:trHeight w:val="340"/>
        </w:trPr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:rsidR="009D463E" w:rsidRPr="00F77271" w:rsidRDefault="009D463E" w:rsidP="009D463E">
            <w:pPr>
              <w:pStyle w:val="ad"/>
              <w:widowControl w:val="0"/>
              <w:numPr>
                <w:ilvl w:val="0"/>
                <w:numId w:val="1"/>
              </w:numPr>
              <w:ind w:right="-2"/>
              <w:jc w:val="center"/>
            </w:pPr>
          </w:p>
        </w:tc>
        <w:tc>
          <w:tcPr>
            <w:tcW w:w="66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463E" w:rsidRPr="00F77271" w:rsidRDefault="00F41F7D" w:rsidP="00F41F7D">
            <w:pPr>
              <w:widowControl w:val="0"/>
              <w:ind w:left="34" w:right="-2"/>
            </w:pPr>
            <w:r>
              <w:t>Количество трансформаторов</w:t>
            </w:r>
          </w:p>
        </w:tc>
        <w:tc>
          <w:tcPr>
            <w:tcW w:w="2253" w:type="dxa"/>
            <w:tcBorders>
              <w:top w:val="single" w:sz="4" w:space="0" w:color="auto"/>
            </w:tcBorders>
            <w:vAlign w:val="center"/>
          </w:tcPr>
          <w:p w:rsidR="009D463E" w:rsidRPr="0061131E" w:rsidRDefault="009D463E" w:rsidP="00545E5E">
            <w:pPr>
              <w:widowControl w:val="0"/>
              <w:ind w:right="-2"/>
              <w:jc w:val="center"/>
              <w:rPr>
                <w:b/>
              </w:rPr>
            </w:pPr>
          </w:p>
        </w:tc>
      </w:tr>
      <w:tr w:rsidR="009D463E" w:rsidRPr="00F77271" w:rsidTr="00B40287">
        <w:trPr>
          <w:trHeight w:val="340"/>
        </w:trPr>
        <w:tc>
          <w:tcPr>
            <w:tcW w:w="567" w:type="dxa"/>
            <w:vAlign w:val="center"/>
          </w:tcPr>
          <w:p w:rsidR="009D463E" w:rsidRPr="00F77271" w:rsidRDefault="009D463E" w:rsidP="00F41F7D">
            <w:pPr>
              <w:pStyle w:val="ad"/>
              <w:widowControl w:val="0"/>
              <w:numPr>
                <w:ilvl w:val="0"/>
                <w:numId w:val="1"/>
              </w:numPr>
              <w:ind w:right="-2"/>
              <w:jc w:val="center"/>
            </w:pPr>
          </w:p>
        </w:tc>
        <w:tc>
          <w:tcPr>
            <w:tcW w:w="6663" w:type="dxa"/>
            <w:vAlign w:val="center"/>
          </w:tcPr>
          <w:p w:rsidR="009D463E" w:rsidRPr="00F77271" w:rsidRDefault="00F41F7D" w:rsidP="00F41F7D">
            <w:pPr>
              <w:widowControl w:val="0"/>
              <w:ind w:left="34" w:right="-2"/>
            </w:pPr>
            <w:r>
              <w:t xml:space="preserve">Мощность силового трансформатора, </w:t>
            </w:r>
            <w:proofErr w:type="spellStart"/>
            <w:r>
              <w:t>кВА</w:t>
            </w:r>
            <w:proofErr w:type="spellEnd"/>
          </w:p>
        </w:tc>
        <w:tc>
          <w:tcPr>
            <w:tcW w:w="2253" w:type="dxa"/>
            <w:vAlign w:val="center"/>
          </w:tcPr>
          <w:p w:rsidR="009D463E" w:rsidRPr="0061131E" w:rsidRDefault="009D463E" w:rsidP="00653D0D">
            <w:pPr>
              <w:widowControl w:val="0"/>
              <w:ind w:right="-2"/>
              <w:jc w:val="center"/>
              <w:rPr>
                <w:b/>
              </w:rPr>
            </w:pPr>
          </w:p>
        </w:tc>
      </w:tr>
      <w:tr w:rsidR="009D463E" w:rsidRPr="00F77271" w:rsidTr="00B40287">
        <w:trPr>
          <w:trHeight w:val="340"/>
        </w:trPr>
        <w:tc>
          <w:tcPr>
            <w:tcW w:w="567" w:type="dxa"/>
            <w:vAlign w:val="center"/>
          </w:tcPr>
          <w:p w:rsidR="009D463E" w:rsidRPr="00F77271" w:rsidRDefault="009D463E" w:rsidP="00F41F7D">
            <w:pPr>
              <w:pStyle w:val="ad"/>
              <w:widowControl w:val="0"/>
              <w:numPr>
                <w:ilvl w:val="0"/>
                <w:numId w:val="1"/>
              </w:numPr>
              <w:ind w:right="-2"/>
              <w:jc w:val="center"/>
            </w:pPr>
          </w:p>
        </w:tc>
        <w:tc>
          <w:tcPr>
            <w:tcW w:w="6663" w:type="dxa"/>
            <w:vAlign w:val="center"/>
          </w:tcPr>
          <w:p w:rsidR="00F41F7D" w:rsidRPr="00F77271" w:rsidRDefault="00F41F7D" w:rsidP="00F41F7D">
            <w:pPr>
              <w:widowControl w:val="0"/>
              <w:ind w:left="34" w:right="-2"/>
            </w:pPr>
            <w:r>
              <w:t xml:space="preserve">Номинальное напряжение, </w:t>
            </w:r>
            <w:proofErr w:type="spellStart"/>
            <w:r>
              <w:t>кВ</w:t>
            </w:r>
            <w:proofErr w:type="spellEnd"/>
          </w:p>
        </w:tc>
        <w:tc>
          <w:tcPr>
            <w:tcW w:w="2253" w:type="dxa"/>
            <w:vAlign w:val="center"/>
          </w:tcPr>
          <w:p w:rsidR="009D463E" w:rsidRPr="0061131E" w:rsidRDefault="009D463E" w:rsidP="00545E5E">
            <w:pPr>
              <w:widowControl w:val="0"/>
              <w:ind w:right="-2"/>
              <w:jc w:val="center"/>
              <w:rPr>
                <w:b/>
              </w:rPr>
            </w:pPr>
          </w:p>
        </w:tc>
      </w:tr>
      <w:tr w:rsidR="009D463E" w:rsidRPr="00F77271" w:rsidTr="00B40287">
        <w:trPr>
          <w:trHeight w:val="340"/>
        </w:trPr>
        <w:tc>
          <w:tcPr>
            <w:tcW w:w="567" w:type="dxa"/>
            <w:vAlign w:val="center"/>
          </w:tcPr>
          <w:p w:rsidR="009D463E" w:rsidRPr="00F77271" w:rsidRDefault="009D463E" w:rsidP="00F41F7D">
            <w:pPr>
              <w:pStyle w:val="ad"/>
              <w:widowControl w:val="0"/>
              <w:numPr>
                <w:ilvl w:val="0"/>
                <w:numId w:val="1"/>
              </w:numPr>
              <w:ind w:right="-2"/>
              <w:jc w:val="center"/>
            </w:pPr>
          </w:p>
        </w:tc>
        <w:tc>
          <w:tcPr>
            <w:tcW w:w="6663" w:type="dxa"/>
            <w:vAlign w:val="center"/>
          </w:tcPr>
          <w:p w:rsidR="009D463E" w:rsidRPr="00F77271" w:rsidRDefault="00F41F7D" w:rsidP="00F41F7D">
            <w:pPr>
              <w:widowControl w:val="0"/>
              <w:ind w:left="34" w:right="-2"/>
            </w:pPr>
            <w:r>
              <w:t>Тип силового трансформатора</w:t>
            </w:r>
          </w:p>
        </w:tc>
        <w:tc>
          <w:tcPr>
            <w:tcW w:w="2253" w:type="dxa"/>
            <w:vAlign w:val="center"/>
          </w:tcPr>
          <w:p w:rsidR="009D463E" w:rsidRPr="0061131E" w:rsidRDefault="009D463E" w:rsidP="00972675">
            <w:pPr>
              <w:widowControl w:val="0"/>
              <w:ind w:right="-2"/>
              <w:jc w:val="center"/>
              <w:rPr>
                <w:b/>
              </w:rPr>
            </w:pPr>
          </w:p>
        </w:tc>
      </w:tr>
      <w:tr w:rsidR="009D463E" w:rsidRPr="00F77271" w:rsidTr="00B40287">
        <w:trPr>
          <w:trHeight w:val="340"/>
        </w:trPr>
        <w:tc>
          <w:tcPr>
            <w:tcW w:w="567" w:type="dxa"/>
            <w:vAlign w:val="center"/>
          </w:tcPr>
          <w:p w:rsidR="009D463E" w:rsidRPr="00F77271" w:rsidRDefault="009D463E" w:rsidP="00F41F7D">
            <w:pPr>
              <w:pStyle w:val="ad"/>
              <w:widowControl w:val="0"/>
              <w:numPr>
                <w:ilvl w:val="0"/>
                <w:numId w:val="1"/>
              </w:numPr>
              <w:ind w:right="-2"/>
              <w:jc w:val="center"/>
            </w:pPr>
          </w:p>
        </w:tc>
        <w:tc>
          <w:tcPr>
            <w:tcW w:w="6663" w:type="dxa"/>
            <w:vAlign w:val="center"/>
          </w:tcPr>
          <w:p w:rsidR="009D463E" w:rsidRPr="00F77271" w:rsidRDefault="00F41F7D" w:rsidP="00F41F7D">
            <w:pPr>
              <w:widowControl w:val="0"/>
              <w:ind w:left="34" w:right="-2"/>
            </w:pPr>
            <w:r>
              <w:t>Завод-изготовитель силового трансформатора</w:t>
            </w:r>
          </w:p>
        </w:tc>
        <w:tc>
          <w:tcPr>
            <w:tcW w:w="2253" w:type="dxa"/>
            <w:vAlign w:val="center"/>
          </w:tcPr>
          <w:p w:rsidR="009D463E" w:rsidRPr="0061131E" w:rsidRDefault="009D463E" w:rsidP="00972675">
            <w:pPr>
              <w:widowControl w:val="0"/>
              <w:ind w:right="-2"/>
              <w:jc w:val="center"/>
              <w:rPr>
                <w:b/>
              </w:rPr>
            </w:pPr>
          </w:p>
        </w:tc>
      </w:tr>
      <w:tr w:rsidR="009D463E" w:rsidRPr="00F77271" w:rsidTr="00B40287">
        <w:trPr>
          <w:trHeight w:val="340"/>
        </w:trPr>
        <w:tc>
          <w:tcPr>
            <w:tcW w:w="567" w:type="dxa"/>
            <w:vAlign w:val="center"/>
          </w:tcPr>
          <w:p w:rsidR="009D463E" w:rsidRPr="00F77271" w:rsidRDefault="009D463E" w:rsidP="00F41F7D">
            <w:pPr>
              <w:pStyle w:val="ad"/>
              <w:widowControl w:val="0"/>
              <w:numPr>
                <w:ilvl w:val="0"/>
                <w:numId w:val="1"/>
              </w:numPr>
              <w:ind w:right="-2"/>
              <w:jc w:val="center"/>
            </w:pPr>
          </w:p>
        </w:tc>
        <w:tc>
          <w:tcPr>
            <w:tcW w:w="6663" w:type="dxa"/>
            <w:vAlign w:val="center"/>
          </w:tcPr>
          <w:p w:rsidR="009D463E" w:rsidRPr="00F77271" w:rsidRDefault="00F41F7D" w:rsidP="00F41F7D">
            <w:pPr>
              <w:widowControl w:val="0"/>
              <w:ind w:left="34" w:right="-2"/>
            </w:pPr>
            <w:r>
              <w:t>Поставка трансформатора</w:t>
            </w:r>
          </w:p>
        </w:tc>
        <w:tc>
          <w:tcPr>
            <w:tcW w:w="2253" w:type="dxa"/>
            <w:vAlign w:val="center"/>
          </w:tcPr>
          <w:p w:rsidR="009D463E" w:rsidRPr="00F77271" w:rsidRDefault="0086206C" w:rsidP="0086206C">
            <w:pPr>
              <w:jc w:val="center"/>
            </w:pPr>
            <w:r w:rsidRPr="00F26063">
              <w:rPr>
                <w:sz w:val="24"/>
              </w:rPr>
              <w:t xml:space="preserve">□ </w:t>
            </w:r>
            <w:r w:rsidRPr="00F26063">
              <w:t>да</w:t>
            </w:r>
            <w:r>
              <w:t xml:space="preserve">         </w:t>
            </w:r>
            <w:r w:rsidRPr="0086206C">
              <w:rPr>
                <w:b/>
                <w:sz w:val="24"/>
              </w:rPr>
              <w:t>□</w:t>
            </w:r>
            <w:r>
              <w:rPr>
                <w:b/>
                <w:sz w:val="24"/>
              </w:rPr>
              <w:t xml:space="preserve"> </w:t>
            </w:r>
            <w:r>
              <w:t>нет</w:t>
            </w:r>
          </w:p>
        </w:tc>
      </w:tr>
      <w:tr w:rsidR="0086206C" w:rsidRPr="00F77271" w:rsidTr="00B40287">
        <w:trPr>
          <w:trHeight w:val="340"/>
        </w:trPr>
        <w:tc>
          <w:tcPr>
            <w:tcW w:w="567" w:type="dxa"/>
            <w:vAlign w:val="center"/>
          </w:tcPr>
          <w:p w:rsidR="0086206C" w:rsidRPr="00F77271" w:rsidRDefault="0086206C" w:rsidP="00F41F7D">
            <w:pPr>
              <w:pStyle w:val="ad"/>
              <w:widowControl w:val="0"/>
              <w:numPr>
                <w:ilvl w:val="0"/>
                <w:numId w:val="1"/>
              </w:numPr>
              <w:ind w:right="-2"/>
              <w:jc w:val="center"/>
            </w:pPr>
          </w:p>
        </w:tc>
        <w:tc>
          <w:tcPr>
            <w:tcW w:w="6663" w:type="dxa"/>
            <w:vAlign w:val="center"/>
          </w:tcPr>
          <w:p w:rsidR="0086206C" w:rsidRPr="00F77271" w:rsidRDefault="00D1314A" w:rsidP="00F41F7D">
            <w:pPr>
              <w:widowControl w:val="0"/>
              <w:ind w:left="34" w:right="-2"/>
            </w:pPr>
            <w:r>
              <w:t>Ввод (воздушный, кабельный)</w:t>
            </w:r>
          </w:p>
        </w:tc>
        <w:tc>
          <w:tcPr>
            <w:tcW w:w="2253" w:type="dxa"/>
            <w:vAlign w:val="center"/>
          </w:tcPr>
          <w:p w:rsidR="0086206C" w:rsidRPr="0061131E" w:rsidRDefault="0086206C" w:rsidP="00C169F0">
            <w:pPr>
              <w:jc w:val="center"/>
              <w:rPr>
                <w:b/>
              </w:rPr>
            </w:pPr>
          </w:p>
        </w:tc>
      </w:tr>
      <w:tr w:rsidR="0086206C" w:rsidRPr="00F77271" w:rsidTr="00B40287">
        <w:trPr>
          <w:trHeight w:val="340"/>
        </w:trPr>
        <w:tc>
          <w:tcPr>
            <w:tcW w:w="567" w:type="dxa"/>
            <w:vAlign w:val="center"/>
          </w:tcPr>
          <w:p w:rsidR="0086206C" w:rsidRDefault="0086206C" w:rsidP="00F41F7D">
            <w:pPr>
              <w:pStyle w:val="ad"/>
              <w:widowControl w:val="0"/>
              <w:numPr>
                <w:ilvl w:val="0"/>
                <w:numId w:val="1"/>
              </w:numPr>
              <w:ind w:right="-2"/>
              <w:jc w:val="center"/>
            </w:pPr>
          </w:p>
        </w:tc>
        <w:tc>
          <w:tcPr>
            <w:tcW w:w="6663" w:type="dxa"/>
            <w:vAlign w:val="center"/>
          </w:tcPr>
          <w:p w:rsidR="0086206C" w:rsidRDefault="00D1314A" w:rsidP="00F41F7D">
            <w:pPr>
              <w:widowControl w:val="0"/>
              <w:ind w:left="34" w:right="-2"/>
            </w:pPr>
            <w:r>
              <w:t>Вывод (воздушный, кабельный)</w:t>
            </w:r>
          </w:p>
        </w:tc>
        <w:tc>
          <w:tcPr>
            <w:tcW w:w="2253" w:type="dxa"/>
            <w:vAlign w:val="center"/>
          </w:tcPr>
          <w:p w:rsidR="0086206C" w:rsidRPr="0061131E" w:rsidRDefault="0086206C" w:rsidP="00257794">
            <w:pPr>
              <w:widowControl w:val="0"/>
              <w:ind w:right="-2"/>
              <w:jc w:val="center"/>
              <w:rPr>
                <w:b/>
              </w:rPr>
            </w:pPr>
          </w:p>
        </w:tc>
      </w:tr>
      <w:tr w:rsidR="00D1314A" w:rsidRPr="00F77271" w:rsidTr="00B40287">
        <w:trPr>
          <w:trHeight w:val="340"/>
        </w:trPr>
        <w:tc>
          <w:tcPr>
            <w:tcW w:w="567" w:type="dxa"/>
            <w:vAlign w:val="center"/>
          </w:tcPr>
          <w:p w:rsidR="00D1314A" w:rsidRPr="00F77271" w:rsidRDefault="00D1314A" w:rsidP="00F41F7D">
            <w:pPr>
              <w:pStyle w:val="ad"/>
              <w:widowControl w:val="0"/>
              <w:numPr>
                <w:ilvl w:val="0"/>
                <w:numId w:val="1"/>
              </w:numPr>
              <w:ind w:right="-2"/>
              <w:jc w:val="center"/>
            </w:pPr>
          </w:p>
        </w:tc>
        <w:tc>
          <w:tcPr>
            <w:tcW w:w="6663" w:type="dxa"/>
            <w:vAlign w:val="center"/>
          </w:tcPr>
          <w:p w:rsidR="00D1314A" w:rsidRPr="00F77271" w:rsidRDefault="00D1314A" w:rsidP="00EE22F4">
            <w:pPr>
              <w:widowControl w:val="0"/>
              <w:ind w:left="34" w:right="-2"/>
            </w:pPr>
            <w:r>
              <w:t>Поставка разъединителя РЛНД (при воздушном вводе)</w:t>
            </w:r>
          </w:p>
        </w:tc>
        <w:tc>
          <w:tcPr>
            <w:tcW w:w="2253" w:type="dxa"/>
            <w:vAlign w:val="center"/>
          </w:tcPr>
          <w:p w:rsidR="00D1314A" w:rsidRPr="00F77271" w:rsidRDefault="00D1314A" w:rsidP="00EE22F4">
            <w:pPr>
              <w:jc w:val="center"/>
            </w:pPr>
            <w:r w:rsidRPr="0086206C">
              <w:rPr>
                <w:b/>
                <w:sz w:val="24"/>
              </w:rPr>
              <w:t>□</w:t>
            </w:r>
            <w:r>
              <w:rPr>
                <w:b/>
                <w:sz w:val="24"/>
              </w:rPr>
              <w:t xml:space="preserve"> </w:t>
            </w:r>
            <w:r>
              <w:t xml:space="preserve">да         </w:t>
            </w:r>
            <w:r w:rsidRPr="0086206C">
              <w:rPr>
                <w:b/>
                <w:sz w:val="24"/>
              </w:rPr>
              <w:t>□</w:t>
            </w:r>
            <w:r>
              <w:rPr>
                <w:b/>
                <w:sz w:val="24"/>
              </w:rPr>
              <w:t xml:space="preserve"> </w:t>
            </w:r>
            <w:r>
              <w:t>нет</w:t>
            </w:r>
          </w:p>
        </w:tc>
      </w:tr>
      <w:tr w:rsidR="004758E7" w:rsidRPr="00F77271" w:rsidTr="00B40287">
        <w:trPr>
          <w:trHeight w:val="340"/>
        </w:trPr>
        <w:tc>
          <w:tcPr>
            <w:tcW w:w="567" w:type="dxa"/>
            <w:vAlign w:val="center"/>
          </w:tcPr>
          <w:p w:rsidR="004758E7" w:rsidRPr="00F77271" w:rsidRDefault="004758E7" w:rsidP="00F41F7D">
            <w:pPr>
              <w:pStyle w:val="ad"/>
              <w:widowControl w:val="0"/>
              <w:numPr>
                <w:ilvl w:val="0"/>
                <w:numId w:val="1"/>
              </w:numPr>
              <w:ind w:right="-2"/>
              <w:jc w:val="center"/>
            </w:pPr>
          </w:p>
        </w:tc>
        <w:tc>
          <w:tcPr>
            <w:tcW w:w="6663" w:type="dxa"/>
            <w:vAlign w:val="center"/>
          </w:tcPr>
          <w:p w:rsidR="004758E7" w:rsidRDefault="004758E7" w:rsidP="00BC4F35">
            <w:pPr>
              <w:widowControl w:val="0"/>
              <w:ind w:left="34" w:right="-2"/>
            </w:pPr>
            <w:r>
              <w:t>Компоновка подстанции</w:t>
            </w:r>
          </w:p>
        </w:tc>
        <w:tc>
          <w:tcPr>
            <w:tcW w:w="2253" w:type="dxa"/>
            <w:vAlign w:val="center"/>
          </w:tcPr>
          <w:p w:rsidR="004758E7" w:rsidRPr="00F77271" w:rsidRDefault="004758E7" w:rsidP="00FD095D">
            <w:pPr>
              <w:widowControl w:val="0"/>
              <w:ind w:right="-2"/>
              <w:jc w:val="center"/>
            </w:pPr>
            <w:r>
              <w:t>в приложении</w:t>
            </w:r>
          </w:p>
        </w:tc>
      </w:tr>
      <w:tr w:rsidR="004758E7" w:rsidRPr="00F77271" w:rsidTr="00B40287">
        <w:trPr>
          <w:trHeight w:val="340"/>
        </w:trPr>
        <w:tc>
          <w:tcPr>
            <w:tcW w:w="567" w:type="dxa"/>
            <w:vAlign w:val="center"/>
          </w:tcPr>
          <w:p w:rsidR="004758E7" w:rsidRPr="00F77271" w:rsidRDefault="004758E7" w:rsidP="00F41F7D">
            <w:pPr>
              <w:pStyle w:val="ad"/>
              <w:widowControl w:val="0"/>
              <w:numPr>
                <w:ilvl w:val="0"/>
                <w:numId w:val="1"/>
              </w:numPr>
              <w:ind w:right="-2"/>
              <w:jc w:val="center"/>
            </w:pPr>
          </w:p>
        </w:tc>
        <w:tc>
          <w:tcPr>
            <w:tcW w:w="6663" w:type="dxa"/>
            <w:vAlign w:val="center"/>
          </w:tcPr>
          <w:p w:rsidR="004758E7" w:rsidRPr="00F77271" w:rsidRDefault="004758E7" w:rsidP="00CC1132">
            <w:pPr>
              <w:widowControl w:val="0"/>
              <w:ind w:left="34" w:right="-2"/>
            </w:pPr>
            <w:r>
              <w:t>Однолинейная схема подстанции</w:t>
            </w:r>
          </w:p>
        </w:tc>
        <w:tc>
          <w:tcPr>
            <w:tcW w:w="2253" w:type="dxa"/>
            <w:vAlign w:val="center"/>
          </w:tcPr>
          <w:p w:rsidR="004758E7" w:rsidRPr="00F77271" w:rsidRDefault="004758E7" w:rsidP="00CC1132">
            <w:pPr>
              <w:widowControl w:val="0"/>
              <w:ind w:right="-2"/>
              <w:jc w:val="center"/>
            </w:pPr>
            <w:r>
              <w:t>в приложении</w:t>
            </w:r>
          </w:p>
        </w:tc>
      </w:tr>
      <w:tr w:rsidR="004758E7" w:rsidRPr="00F77271" w:rsidTr="00B40287">
        <w:trPr>
          <w:trHeight w:val="340"/>
        </w:trPr>
        <w:tc>
          <w:tcPr>
            <w:tcW w:w="567" w:type="dxa"/>
            <w:vAlign w:val="center"/>
          </w:tcPr>
          <w:p w:rsidR="004758E7" w:rsidRPr="00F77271" w:rsidRDefault="004758E7" w:rsidP="00F41F7D">
            <w:pPr>
              <w:pStyle w:val="ad"/>
              <w:widowControl w:val="0"/>
              <w:numPr>
                <w:ilvl w:val="0"/>
                <w:numId w:val="1"/>
              </w:numPr>
              <w:ind w:right="-2"/>
              <w:jc w:val="center"/>
            </w:pPr>
          </w:p>
        </w:tc>
        <w:tc>
          <w:tcPr>
            <w:tcW w:w="6663" w:type="dxa"/>
            <w:vAlign w:val="center"/>
          </w:tcPr>
          <w:p w:rsidR="004758E7" w:rsidRPr="00F77271" w:rsidRDefault="004758E7" w:rsidP="004803CE">
            <w:pPr>
              <w:widowControl w:val="0"/>
              <w:ind w:left="34" w:right="-2"/>
            </w:pPr>
            <w:r>
              <w:t>Поставка цоколя</w:t>
            </w:r>
          </w:p>
        </w:tc>
        <w:tc>
          <w:tcPr>
            <w:tcW w:w="2253" w:type="dxa"/>
            <w:vAlign w:val="center"/>
          </w:tcPr>
          <w:p w:rsidR="004758E7" w:rsidRPr="00F77271" w:rsidRDefault="004758E7" w:rsidP="004803CE">
            <w:pPr>
              <w:jc w:val="center"/>
            </w:pPr>
            <w:r w:rsidRPr="00F26063">
              <w:rPr>
                <w:sz w:val="24"/>
              </w:rPr>
              <w:t xml:space="preserve">□ </w:t>
            </w:r>
            <w:r w:rsidRPr="00F26063">
              <w:t>да</w:t>
            </w:r>
            <w:r>
              <w:t xml:space="preserve">         </w:t>
            </w:r>
            <w:r w:rsidRPr="0086206C">
              <w:rPr>
                <w:b/>
                <w:sz w:val="24"/>
              </w:rPr>
              <w:t>□</w:t>
            </w:r>
            <w:r>
              <w:rPr>
                <w:b/>
                <w:sz w:val="24"/>
              </w:rPr>
              <w:t xml:space="preserve"> </w:t>
            </w:r>
            <w:r>
              <w:t>нет</w:t>
            </w:r>
          </w:p>
        </w:tc>
      </w:tr>
      <w:tr w:rsidR="004758E7" w:rsidRPr="00F77271" w:rsidTr="00B40287">
        <w:trPr>
          <w:trHeight w:val="340"/>
        </w:trPr>
        <w:tc>
          <w:tcPr>
            <w:tcW w:w="567" w:type="dxa"/>
            <w:vAlign w:val="center"/>
          </w:tcPr>
          <w:p w:rsidR="004758E7" w:rsidRPr="00F77271" w:rsidRDefault="004758E7" w:rsidP="00F41F7D">
            <w:pPr>
              <w:pStyle w:val="ad"/>
              <w:widowControl w:val="0"/>
              <w:numPr>
                <w:ilvl w:val="0"/>
                <w:numId w:val="1"/>
              </w:numPr>
              <w:ind w:right="-2"/>
              <w:jc w:val="center"/>
            </w:pPr>
          </w:p>
        </w:tc>
        <w:tc>
          <w:tcPr>
            <w:tcW w:w="6663" w:type="dxa"/>
            <w:vAlign w:val="center"/>
          </w:tcPr>
          <w:p w:rsidR="004758E7" w:rsidRPr="00F77271" w:rsidRDefault="004758E7" w:rsidP="00D12D0B">
            <w:pPr>
              <w:widowControl w:val="0"/>
              <w:ind w:left="34" w:right="-2"/>
            </w:pPr>
            <w:r>
              <w:t>Высота цоколя, мм</w:t>
            </w:r>
          </w:p>
        </w:tc>
        <w:tc>
          <w:tcPr>
            <w:tcW w:w="2253" w:type="dxa"/>
            <w:vAlign w:val="center"/>
          </w:tcPr>
          <w:p w:rsidR="004758E7" w:rsidRPr="0061131E" w:rsidRDefault="004758E7" w:rsidP="00D12D0B">
            <w:pPr>
              <w:jc w:val="center"/>
              <w:rPr>
                <w:b/>
              </w:rPr>
            </w:pPr>
          </w:p>
        </w:tc>
      </w:tr>
      <w:tr w:rsidR="004758E7" w:rsidRPr="00F77271" w:rsidTr="00B40287">
        <w:trPr>
          <w:trHeight w:val="340"/>
        </w:trPr>
        <w:tc>
          <w:tcPr>
            <w:tcW w:w="567" w:type="dxa"/>
            <w:vAlign w:val="center"/>
          </w:tcPr>
          <w:p w:rsidR="004758E7" w:rsidRPr="00F77271" w:rsidRDefault="004758E7" w:rsidP="00F41F7D">
            <w:pPr>
              <w:pStyle w:val="ad"/>
              <w:widowControl w:val="0"/>
              <w:numPr>
                <w:ilvl w:val="0"/>
                <w:numId w:val="1"/>
              </w:numPr>
              <w:ind w:right="-2"/>
              <w:jc w:val="center"/>
            </w:pPr>
          </w:p>
        </w:tc>
        <w:tc>
          <w:tcPr>
            <w:tcW w:w="6663" w:type="dxa"/>
            <w:vAlign w:val="center"/>
          </w:tcPr>
          <w:p w:rsidR="004758E7" w:rsidRPr="00F77271" w:rsidRDefault="004758E7" w:rsidP="00D32A3E">
            <w:pPr>
              <w:widowControl w:val="0"/>
              <w:ind w:left="34" w:right="-2"/>
            </w:pPr>
            <w:r>
              <w:t>Площадка для обслуживания трансформаторов</w:t>
            </w:r>
          </w:p>
        </w:tc>
        <w:tc>
          <w:tcPr>
            <w:tcW w:w="2253" w:type="dxa"/>
            <w:vAlign w:val="center"/>
          </w:tcPr>
          <w:p w:rsidR="004758E7" w:rsidRPr="00F77271" w:rsidRDefault="004758E7" w:rsidP="00D32A3E">
            <w:pPr>
              <w:jc w:val="center"/>
            </w:pPr>
            <w:r w:rsidRPr="00F26063">
              <w:rPr>
                <w:sz w:val="24"/>
              </w:rPr>
              <w:t xml:space="preserve">□ </w:t>
            </w:r>
            <w:r w:rsidRPr="00F26063">
              <w:t>да</w:t>
            </w:r>
            <w:r>
              <w:t xml:space="preserve">         </w:t>
            </w:r>
            <w:r w:rsidRPr="0086206C">
              <w:rPr>
                <w:b/>
                <w:sz w:val="24"/>
              </w:rPr>
              <w:t>□</w:t>
            </w:r>
            <w:r>
              <w:rPr>
                <w:b/>
                <w:sz w:val="24"/>
              </w:rPr>
              <w:t xml:space="preserve"> </w:t>
            </w:r>
            <w:r>
              <w:t>нет</w:t>
            </w:r>
          </w:p>
        </w:tc>
      </w:tr>
      <w:tr w:rsidR="004758E7" w:rsidRPr="00F77271" w:rsidTr="00B40287">
        <w:trPr>
          <w:trHeight w:val="340"/>
        </w:trPr>
        <w:tc>
          <w:tcPr>
            <w:tcW w:w="567" w:type="dxa"/>
            <w:vAlign w:val="center"/>
          </w:tcPr>
          <w:p w:rsidR="004758E7" w:rsidRPr="00F77271" w:rsidRDefault="004758E7" w:rsidP="00F41F7D">
            <w:pPr>
              <w:pStyle w:val="ad"/>
              <w:widowControl w:val="0"/>
              <w:numPr>
                <w:ilvl w:val="0"/>
                <w:numId w:val="1"/>
              </w:numPr>
              <w:ind w:right="-2"/>
              <w:jc w:val="center"/>
            </w:pPr>
          </w:p>
        </w:tc>
        <w:tc>
          <w:tcPr>
            <w:tcW w:w="6663" w:type="dxa"/>
            <w:vAlign w:val="center"/>
          </w:tcPr>
          <w:p w:rsidR="004758E7" w:rsidRPr="00F77271" w:rsidRDefault="004758E7" w:rsidP="0000300E">
            <w:pPr>
              <w:widowControl w:val="0"/>
              <w:ind w:left="34" w:right="-2"/>
            </w:pPr>
            <w:r>
              <w:t>Площадка обслуживания УВН, РУНН</w:t>
            </w:r>
          </w:p>
        </w:tc>
        <w:tc>
          <w:tcPr>
            <w:tcW w:w="2253" w:type="dxa"/>
            <w:vAlign w:val="center"/>
          </w:tcPr>
          <w:p w:rsidR="004758E7" w:rsidRPr="00F77271" w:rsidRDefault="004758E7" w:rsidP="0000300E">
            <w:pPr>
              <w:jc w:val="center"/>
            </w:pPr>
            <w:r w:rsidRPr="00F26063">
              <w:rPr>
                <w:sz w:val="24"/>
              </w:rPr>
              <w:t xml:space="preserve">□ </w:t>
            </w:r>
            <w:r w:rsidRPr="00F26063">
              <w:t>да</w:t>
            </w:r>
            <w:r>
              <w:t xml:space="preserve">         </w:t>
            </w:r>
            <w:r w:rsidRPr="0086206C">
              <w:rPr>
                <w:b/>
                <w:sz w:val="24"/>
              </w:rPr>
              <w:t>□</w:t>
            </w:r>
            <w:r>
              <w:rPr>
                <w:b/>
                <w:sz w:val="24"/>
              </w:rPr>
              <w:t xml:space="preserve"> </w:t>
            </w:r>
            <w:r>
              <w:t>нет</w:t>
            </w:r>
          </w:p>
        </w:tc>
      </w:tr>
      <w:tr w:rsidR="004758E7" w:rsidRPr="00F77271" w:rsidTr="00B40287">
        <w:trPr>
          <w:trHeight w:val="340"/>
        </w:trPr>
        <w:tc>
          <w:tcPr>
            <w:tcW w:w="567" w:type="dxa"/>
            <w:vAlign w:val="center"/>
          </w:tcPr>
          <w:p w:rsidR="004758E7" w:rsidRPr="00F77271" w:rsidRDefault="004758E7" w:rsidP="00F41F7D">
            <w:pPr>
              <w:pStyle w:val="ad"/>
              <w:widowControl w:val="0"/>
              <w:numPr>
                <w:ilvl w:val="0"/>
                <w:numId w:val="1"/>
              </w:numPr>
              <w:ind w:right="-2"/>
              <w:jc w:val="center"/>
            </w:pPr>
          </w:p>
        </w:tc>
        <w:tc>
          <w:tcPr>
            <w:tcW w:w="6663" w:type="dxa"/>
            <w:vAlign w:val="center"/>
          </w:tcPr>
          <w:p w:rsidR="004758E7" w:rsidRPr="00F77271" w:rsidRDefault="004758E7" w:rsidP="001B3999">
            <w:pPr>
              <w:widowControl w:val="0"/>
              <w:ind w:left="34" w:right="-2"/>
            </w:pPr>
            <w:r>
              <w:t>Поставка маслоприемника для трансформаторов (для 100% объема масла)</w:t>
            </w:r>
          </w:p>
        </w:tc>
        <w:tc>
          <w:tcPr>
            <w:tcW w:w="2253" w:type="dxa"/>
            <w:vAlign w:val="center"/>
          </w:tcPr>
          <w:p w:rsidR="004758E7" w:rsidRPr="00F77271" w:rsidRDefault="004758E7" w:rsidP="001B3999">
            <w:pPr>
              <w:jc w:val="center"/>
            </w:pPr>
            <w:r w:rsidRPr="00653D0D">
              <w:rPr>
                <w:sz w:val="24"/>
              </w:rPr>
              <w:t xml:space="preserve">□ </w:t>
            </w:r>
            <w:r w:rsidRPr="00653D0D">
              <w:t>да</w:t>
            </w:r>
            <w:r>
              <w:t xml:space="preserve">         </w:t>
            </w:r>
            <w:r w:rsidRPr="00F26063">
              <w:rPr>
                <w:sz w:val="24"/>
              </w:rPr>
              <w:t xml:space="preserve">□ </w:t>
            </w:r>
            <w:r w:rsidRPr="00F26063">
              <w:t>нет</w:t>
            </w:r>
          </w:p>
        </w:tc>
      </w:tr>
      <w:tr w:rsidR="004758E7" w:rsidRPr="00F77271" w:rsidTr="00B40287">
        <w:trPr>
          <w:trHeight w:val="340"/>
        </w:trPr>
        <w:tc>
          <w:tcPr>
            <w:tcW w:w="567" w:type="dxa"/>
            <w:vAlign w:val="center"/>
          </w:tcPr>
          <w:p w:rsidR="004758E7" w:rsidRPr="00F77271" w:rsidRDefault="004758E7" w:rsidP="00F41F7D">
            <w:pPr>
              <w:pStyle w:val="ad"/>
              <w:widowControl w:val="0"/>
              <w:numPr>
                <w:ilvl w:val="0"/>
                <w:numId w:val="1"/>
              </w:numPr>
              <w:ind w:right="-2"/>
              <w:jc w:val="center"/>
            </w:pPr>
          </w:p>
        </w:tc>
        <w:tc>
          <w:tcPr>
            <w:tcW w:w="6663" w:type="dxa"/>
            <w:vAlign w:val="center"/>
          </w:tcPr>
          <w:p w:rsidR="004758E7" w:rsidRPr="00F77271" w:rsidRDefault="004758E7" w:rsidP="0078259A">
            <w:pPr>
              <w:widowControl w:val="0"/>
              <w:ind w:left="34" w:right="-2"/>
            </w:pPr>
            <w:r>
              <w:t>Система водослива</w:t>
            </w:r>
          </w:p>
        </w:tc>
        <w:tc>
          <w:tcPr>
            <w:tcW w:w="2253" w:type="dxa"/>
            <w:vAlign w:val="center"/>
          </w:tcPr>
          <w:p w:rsidR="004758E7" w:rsidRPr="00F77271" w:rsidRDefault="004758E7" w:rsidP="0078259A">
            <w:pPr>
              <w:jc w:val="center"/>
            </w:pPr>
            <w:r w:rsidRPr="0086206C">
              <w:rPr>
                <w:b/>
                <w:sz w:val="24"/>
              </w:rPr>
              <w:t>□</w:t>
            </w:r>
            <w:r>
              <w:rPr>
                <w:b/>
                <w:sz w:val="24"/>
              </w:rPr>
              <w:t xml:space="preserve"> </w:t>
            </w:r>
            <w:r>
              <w:t xml:space="preserve">да         </w:t>
            </w:r>
            <w:r w:rsidRPr="00F26063">
              <w:rPr>
                <w:sz w:val="24"/>
              </w:rPr>
              <w:t xml:space="preserve">□ </w:t>
            </w:r>
            <w:r w:rsidRPr="00F26063">
              <w:t>нет</w:t>
            </w:r>
          </w:p>
        </w:tc>
      </w:tr>
      <w:tr w:rsidR="004758E7" w:rsidRPr="00F77271" w:rsidTr="00B40287">
        <w:trPr>
          <w:trHeight w:val="340"/>
        </w:trPr>
        <w:tc>
          <w:tcPr>
            <w:tcW w:w="567" w:type="dxa"/>
            <w:vAlign w:val="center"/>
          </w:tcPr>
          <w:p w:rsidR="004758E7" w:rsidRPr="00F77271" w:rsidRDefault="004758E7" w:rsidP="00F41F7D">
            <w:pPr>
              <w:pStyle w:val="ad"/>
              <w:widowControl w:val="0"/>
              <w:numPr>
                <w:ilvl w:val="0"/>
                <w:numId w:val="1"/>
              </w:numPr>
              <w:ind w:right="-2"/>
              <w:jc w:val="center"/>
            </w:pPr>
          </w:p>
        </w:tc>
        <w:tc>
          <w:tcPr>
            <w:tcW w:w="6663" w:type="dxa"/>
            <w:vAlign w:val="center"/>
          </w:tcPr>
          <w:p w:rsidR="004758E7" w:rsidRPr="00F77271" w:rsidRDefault="004758E7" w:rsidP="00A15B68">
            <w:pPr>
              <w:widowControl w:val="0"/>
              <w:ind w:left="34" w:right="-2"/>
            </w:pPr>
            <w:r>
              <w:t>Уличное освещение</w:t>
            </w:r>
          </w:p>
        </w:tc>
        <w:tc>
          <w:tcPr>
            <w:tcW w:w="2253" w:type="dxa"/>
            <w:vAlign w:val="center"/>
          </w:tcPr>
          <w:p w:rsidR="004758E7" w:rsidRPr="00F77271" w:rsidRDefault="004758E7" w:rsidP="00A15B68">
            <w:pPr>
              <w:jc w:val="center"/>
            </w:pPr>
            <w:r w:rsidRPr="0086206C">
              <w:rPr>
                <w:b/>
                <w:sz w:val="24"/>
              </w:rPr>
              <w:t>□</w:t>
            </w:r>
            <w:r>
              <w:rPr>
                <w:b/>
                <w:sz w:val="24"/>
              </w:rPr>
              <w:t xml:space="preserve"> </w:t>
            </w:r>
            <w:r>
              <w:t xml:space="preserve">да         </w:t>
            </w:r>
            <w:r w:rsidRPr="00F26063">
              <w:rPr>
                <w:sz w:val="24"/>
              </w:rPr>
              <w:t xml:space="preserve">□ </w:t>
            </w:r>
            <w:r w:rsidRPr="00F26063">
              <w:t>нет</w:t>
            </w:r>
          </w:p>
        </w:tc>
      </w:tr>
      <w:tr w:rsidR="004758E7" w:rsidRPr="00F77271" w:rsidTr="00B40287">
        <w:trPr>
          <w:trHeight w:val="340"/>
        </w:trPr>
        <w:tc>
          <w:tcPr>
            <w:tcW w:w="567" w:type="dxa"/>
            <w:vAlign w:val="center"/>
          </w:tcPr>
          <w:p w:rsidR="004758E7" w:rsidRPr="00F77271" w:rsidRDefault="004758E7" w:rsidP="00F41F7D">
            <w:pPr>
              <w:pStyle w:val="ad"/>
              <w:widowControl w:val="0"/>
              <w:numPr>
                <w:ilvl w:val="0"/>
                <w:numId w:val="1"/>
              </w:numPr>
              <w:ind w:right="-2"/>
              <w:jc w:val="center"/>
            </w:pPr>
          </w:p>
        </w:tc>
        <w:tc>
          <w:tcPr>
            <w:tcW w:w="6663" w:type="dxa"/>
            <w:vAlign w:val="center"/>
          </w:tcPr>
          <w:p w:rsidR="004758E7" w:rsidRPr="00F77271" w:rsidRDefault="004758E7" w:rsidP="00D23E7A">
            <w:pPr>
              <w:widowControl w:val="0"/>
              <w:ind w:left="34" w:right="-2"/>
            </w:pPr>
            <w:r>
              <w:t>Охранно-пожарная сигнализация</w:t>
            </w:r>
          </w:p>
        </w:tc>
        <w:tc>
          <w:tcPr>
            <w:tcW w:w="2253" w:type="dxa"/>
            <w:vAlign w:val="center"/>
          </w:tcPr>
          <w:p w:rsidR="004758E7" w:rsidRPr="00F77271" w:rsidRDefault="004758E7" w:rsidP="00D23E7A">
            <w:pPr>
              <w:jc w:val="center"/>
            </w:pPr>
            <w:r w:rsidRPr="00F26063">
              <w:rPr>
                <w:sz w:val="24"/>
              </w:rPr>
              <w:t xml:space="preserve">□ </w:t>
            </w:r>
            <w:r w:rsidRPr="00F26063">
              <w:t>да</w:t>
            </w:r>
            <w:r>
              <w:t xml:space="preserve">         </w:t>
            </w:r>
            <w:r w:rsidRPr="0086206C">
              <w:rPr>
                <w:b/>
                <w:sz w:val="24"/>
              </w:rPr>
              <w:t>□</w:t>
            </w:r>
            <w:r>
              <w:rPr>
                <w:b/>
                <w:sz w:val="24"/>
              </w:rPr>
              <w:t xml:space="preserve"> </w:t>
            </w:r>
            <w:r>
              <w:t>нет</w:t>
            </w:r>
          </w:p>
        </w:tc>
      </w:tr>
      <w:tr w:rsidR="004758E7" w:rsidRPr="00F77271" w:rsidTr="00B40287">
        <w:trPr>
          <w:trHeight w:val="340"/>
        </w:trPr>
        <w:tc>
          <w:tcPr>
            <w:tcW w:w="567" w:type="dxa"/>
            <w:vAlign w:val="center"/>
          </w:tcPr>
          <w:p w:rsidR="004758E7" w:rsidRPr="00F77271" w:rsidRDefault="004758E7" w:rsidP="00F41F7D">
            <w:pPr>
              <w:pStyle w:val="ad"/>
              <w:widowControl w:val="0"/>
              <w:numPr>
                <w:ilvl w:val="0"/>
                <w:numId w:val="1"/>
              </w:numPr>
              <w:ind w:right="-2"/>
              <w:jc w:val="center"/>
            </w:pPr>
          </w:p>
        </w:tc>
        <w:tc>
          <w:tcPr>
            <w:tcW w:w="6663" w:type="dxa"/>
            <w:vAlign w:val="center"/>
          </w:tcPr>
          <w:p w:rsidR="004758E7" w:rsidRPr="00F77271" w:rsidRDefault="004758E7" w:rsidP="00F41F7D">
            <w:pPr>
              <w:widowControl w:val="0"/>
              <w:ind w:left="34" w:right="-2"/>
            </w:pPr>
            <w:r>
              <w:t>Вид исполнения КТП (утепленный, неутепленный)</w:t>
            </w:r>
          </w:p>
        </w:tc>
        <w:tc>
          <w:tcPr>
            <w:tcW w:w="2253" w:type="dxa"/>
            <w:vAlign w:val="center"/>
          </w:tcPr>
          <w:p w:rsidR="004758E7" w:rsidRPr="00653D0D" w:rsidRDefault="004758E7" w:rsidP="00972675">
            <w:pPr>
              <w:widowControl w:val="0"/>
              <w:ind w:right="-2"/>
              <w:jc w:val="center"/>
              <w:rPr>
                <w:b/>
              </w:rPr>
            </w:pPr>
          </w:p>
        </w:tc>
      </w:tr>
      <w:tr w:rsidR="004758E7" w:rsidRPr="00F77271" w:rsidTr="00B40287">
        <w:trPr>
          <w:trHeight w:val="340"/>
        </w:trPr>
        <w:tc>
          <w:tcPr>
            <w:tcW w:w="567" w:type="dxa"/>
            <w:vAlign w:val="center"/>
          </w:tcPr>
          <w:p w:rsidR="004758E7" w:rsidRPr="00F77271" w:rsidRDefault="004758E7" w:rsidP="00F41F7D">
            <w:pPr>
              <w:pStyle w:val="ad"/>
              <w:widowControl w:val="0"/>
              <w:numPr>
                <w:ilvl w:val="0"/>
                <w:numId w:val="1"/>
              </w:numPr>
              <w:ind w:right="-2"/>
              <w:jc w:val="center"/>
            </w:pPr>
          </w:p>
        </w:tc>
        <w:tc>
          <w:tcPr>
            <w:tcW w:w="6663" w:type="dxa"/>
            <w:vAlign w:val="center"/>
          </w:tcPr>
          <w:p w:rsidR="004758E7" w:rsidRPr="00F77271" w:rsidRDefault="004758E7" w:rsidP="00F41F7D">
            <w:pPr>
              <w:widowControl w:val="0"/>
              <w:ind w:left="34" w:right="-2"/>
            </w:pPr>
            <w:r>
              <w:t>Вентиляция трансформаторного отсека (естественная, принудительная)</w:t>
            </w:r>
          </w:p>
        </w:tc>
        <w:tc>
          <w:tcPr>
            <w:tcW w:w="2253" w:type="dxa"/>
            <w:vAlign w:val="center"/>
          </w:tcPr>
          <w:p w:rsidR="004758E7" w:rsidRPr="00F77271" w:rsidRDefault="004758E7" w:rsidP="00653D0D">
            <w:pPr>
              <w:jc w:val="center"/>
            </w:pPr>
            <w:r w:rsidRPr="00F26063">
              <w:rPr>
                <w:sz w:val="24"/>
              </w:rPr>
              <w:t xml:space="preserve">□ </w:t>
            </w:r>
            <w:proofErr w:type="spellStart"/>
            <w:r w:rsidRPr="00F26063">
              <w:t>естест</w:t>
            </w:r>
            <w:proofErr w:type="spellEnd"/>
            <w:r w:rsidRPr="00653D0D">
              <w:t xml:space="preserve">.   </w:t>
            </w:r>
            <w:r w:rsidRPr="00F26063">
              <w:rPr>
                <w:sz w:val="24"/>
              </w:rPr>
              <w:t xml:space="preserve">□ </w:t>
            </w:r>
            <w:proofErr w:type="spellStart"/>
            <w:r w:rsidRPr="00F26063">
              <w:t>принуд</w:t>
            </w:r>
            <w:proofErr w:type="spellEnd"/>
            <w:r w:rsidRPr="00F26063">
              <w:t>.</w:t>
            </w:r>
          </w:p>
        </w:tc>
      </w:tr>
      <w:tr w:rsidR="004758E7" w:rsidRPr="00F77271" w:rsidTr="00B40287">
        <w:trPr>
          <w:trHeight w:val="340"/>
        </w:trPr>
        <w:tc>
          <w:tcPr>
            <w:tcW w:w="567" w:type="dxa"/>
            <w:vAlign w:val="center"/>
          </w:tcPr>
          <w:p w:rsidR="004758E7" w:rsidRPr="00F77271" w:rsidRDefault="004758E7" w:rsidP="00F41F7D">
            <w:pPr>
              <w:pStyle w:val="ad"/>
              <w:widowControl w:val="0"/>
              <w:numPr>
                <w:ilvl w:val="0"/>
                <w:numId w:val="1"/>
              </w:numPr>
              <w:ind w:right="-2"/>
              <w:jc w:val="center"/>
            </w:pPr>
          </w:p>
        </w:tc>
        <w:tc>
          <w:tcPr>
            <w:tcW w:w="6663" w:type="dxa"/>
            <w:vAlign w:val="center"/>
          </w:tcPr>
          <w:p w:rsidR="004758E7" w:rsidRPr="00F77271" w:rsidRDefault="004758E7" w:rsidP="00F41F7D">
            <w:pPr>
              <w:widowControl w:val="0"/>
              <w:ind w:left="34" w:right="-2"/>
            </w:pPr>
            <w:r>
              <w:t>Вентиляция отсека УВН</w:t>
            </w:r>
          </w:p>
        </w:tc>
        <w:tc>
          <w:tcPr>
            <w:tcW w:w="2253" w:type="dxa"/>
            <w:vAlign w:val="center"/>
          </w:tcPr>
          <w:p w:rsidR="004758E7" w:rsidRPr="00F77271" w:rsidRDefault="004758E7" w:rsidP="00C169F0">
            <w:pPr>
              <w:jc w:val="center"/>
            </w:pPr>
            <w:r w:rsidRPr="00F26063">
              <w:rPr>
                <w:sz w:val="24"/>
              </w:rPr>
              <w:t xml:space="preserve">□ </w:t>
            </w:r>
            <w:proofErr w:type="spellStart"/>
            <w:r w:rsidRPr="00F26063">
              <w:t>естест</w:t>
            </w:r>
            <w:proofErr w:type="spellEnd"/>
            <w:r w:rsidRPr="00653D0D">
              <w:t xml:space="preserve">.   </w:t>
            </w:r>
            <w:r w:rsidRPr="00F26063">
              <w:rPr>
                <w:sz w:val="24"/>
              </w:rPr>
              <w:t xml:space="preserve">□ </w:t>
            </w:r>
            <w:proofErr w:type="spellStart"/>
            <w:r w:rsidRPr="00F26063">
              <w:t>принуд</w:t>
            </w:r>
            <w:proofErr w:type="spellEnd"/>
            <w:r w:rsidRPr="00F26063">
              <w:t>.</w:t>
            </w:r>
          </w:p>
        </w:tc>
      </w:tr>
      <w:tr w:rsidR="004758E7" w:rsidRPr="00F77271" w:rsidTr="00B40287">
        <w:trPr>
          <w:trHeight w:val="340"/>
        </w:trPr>
        <w:tc>
          <w:tcPr>
            <w:tcW w:w="567" w:type="dxa"/>
            <w:vAlign w:val="center"/>
          </w:tcPr>
          <w:p w:rsidR="004758E7" w:rsidRPr="00F77271" w:rsidRDefault="004758E7" w:rsidP="00F41F7D">
            <w:pPr>
              <w:pStyle w:val="ad"/>
              <w:widowControl w:val="0"/>
              <w:numPr>
                <w:ilvl w:val="0"/>
                <w:numId w:val="1"/>
              </w:numPr>
              <w:ind w:right="-2"/>
              <w:jc w:val="center"/>
            </w:pPr>
          </w:p>
        </w:tc>
        <w:tc>
          <w:tcPr>
            <w:tcW w:w="6663" w:type="dxa"/>
            <w:vAlign w:val="center"/>
          </w:tcPr>
          <w:p w:rsidR="004758E7" w:rsidRPr="00F77271" w:rsidRDefault="004758E7" w:rsidP="00326DB0">
            <w:pPr>
              <w:widowControl w:val="0"/>
              <w:ind w:left="34" w:right="-2"/>
            </w:pPr>
            <w:r>
              <w:t>Вентиляция отсека РУНН</w:t>
            </w:r>
          </w:p>
        </w:tc>
        <w:tc>
          <w:tcPr>
            <w:tcW w:w="2253" w:type="dxa"/>
            <w:vAlign w:val="center"/>
          </w:tcPr>
          <w:p w:rsidR="004758E7" w:rsidRPr="00F77271" w:rsidRDefault="004758E7" w:rsidP="00C169F0">
            <w:pPr>
              <w:jc w:val="center"/>
            </w:pPr>
            <w:r w:rsidRPr="00F26063">
              <w:rPr>
                <w:sz w:val="24"/>
              </w:rPr>
              <w:t xml:space="preserve">□ </w:t>
            </w:r>
            <w:proofErr w:type="spellStart"/>
            <w:r w:rsidRPr="00F26063">
              <w:t>естест</w:t>
            </w:r>
            <w:proofErr w:type="spellEnd"/>
            <w:r w:rsidRPr="00653D0D">
              <w:t xml:space="preserve">.   </w:t>
            </w:r>
            <w:r w:rsidRPr="00F26063">
              <w:rPr>
                <w:sz w:val="24"/>
              </w:rPr>
              <w:t xml:space="preserve">□ </w:t>
            </w:r>
            <w:proofErr w:type="spellStart"/>
            <w:r w:rsidRPr="00F26063">
              <w:t>принуд</w:t>
            </w:r>
            <w:proofErr w:type="spellEnd"/>
            <w:r w:rsidRPr="00F26063">
              <w:t>.</w:t>
            </w:r>
          </w:p>
        </w:tc>
      </w:tr>
      <w:tr w:rsidR="004758E7" w:rsidRPr="00F77271" w:rsidTr="00B40287">
        <w:trPr>
          <w:trHeight w:val="340"/>
        </w:trPr>
        <w:tc>
          <w:tcPr>
            <w:tcW w:w="567" w:type="dxa"/>
            <w:vAlign w:val="center"/>
          </w:tcPr>
          <w:p w:rsidR="004758E7" w:rsidRPr="00774673" w:rsidRDefault="004758E7" w:rsidP="00F41F7D">
            <w:pPr>
              <w:pStyle w:val="ad"/>
              <w:widowControl w:val="0"/>
              <w:numPr>
                <w:ilvl w:val="0"/>
                <w:numId w:val="1"/>
              </w:numPr>
              <w:ind w:right="-2"/>
              <w:jc w:val="center"/>
            </w:pPr>
          </w:p>
        </w:tc>
        <w:tc>
          <w:tcPr>
            <w:tcW w:w="6663" w:type="dxa"/>
            <w:vAlign w:val="center"/>
          </w:tcPr>
          <w:p w:rsidR="004758E7" w:rsidRPr="0061131E" w:rsidRDefault="004758E7" w:rsidP="00D1314A">
            <w:pPr>
              <w:widowControl w:val="0"/>
              <w:ind w:left="34" w:right="-2"/>
            </w:pPr>
            <w:r w:rsidRPr="00774673">
              <w:t xml:space="preserve">Цвет крыши из </w:t>
            </w:r>
            <w:proofErr w:type="spellStart"/>
            <w:r w:rsidRPr="00774673">
              <w:t>профлиста</w:t>
            </w:r>
            <w:proofErr w:type="spellEnd"/>
            <w:r w:rsidRPr="00774673">
              <w:t xml:space="preserve"> </w:t>
            </w:r>
            <w:r w:rsidRPr="00774673">
              <w:rPr>
                <w:lang w:val="en-US"/>
              </w:rPr>
              <w:t>RAL</w:t>
            </w:r>
            <w:r w:rsidRPr="00774673">
              <w:t>5005</w:t>
            </w:r>
            <w:r w:rsidRPr="0061131E">
              <w:t xml:space="preserve"> </w:t>
            </w:r>
            <w:r>
              <w:t>синий</w:t>
            </w:r>
          </w:p>
        </w:tc>
        <w:tc>
          <w:tcPr>
            <w:tcW w:w="2253" w:type="dxa"/>
            <w:vAlign w:val="center"/>
          </w:tcPr>
          <w:p w:rsidR="004758E7" w:rsidRPr="00774673" w:rsidRDefault="004758E7" w:rsidP="00D1314A">
            <w:pPr>
              <w:widowControl w:val="0"/>
              <w:ind w:right="-2"/>
            </w:pPr>
            <w:r w:rsidRPr="00F26063">
              <w:rPr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2E7A0D6D" wp14:editId="1B61CAD8">
                      <wp:simplePos x="0" y="0"/>
                      <wp:positionH relativeFrom="column">
                        <wp:posOffset>828675</wp:posOffset>
                      </wp:positionH>
                      <wp:positionV relativeFrom="paragraph">
                        <wp:posOffset>13970</wp:posOffset>
                      </wp:positionV>
                      <wp:extent cx="516890" cy="161290"/>
                      <wp:effectExtent l="0" t="0" r="16510" b="10160"/>
                      <wp:wrapNone/>
                      <wp:docPr id="1" name="Прямоугольник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16890" cy="16129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1" o:spid="_x0000_s1026" style="position:absolute;margin-left:65.25pt;margin-top:1.1pt;width:40.7pt;height:12.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" filled="f" strokecolor="black [3213]" strokeweight=".25pt"/>
                  </w:pict>
                </mc:Fallback>
              </mc:AlternateContent>
            </w:r>
            <w:r w:rsidRPr="00F26063">
              <w:rPr>
                <w:sz w:val="24"/>
              </w:rPr>
              <w:t xml:space="preserve">□ </w:t>
            </w:r>
            <w:r w:rsidRPr="00F26063">
              <w:t>да</w:t>
            </w:r>
            <w:r w:rsidRPr="00774673">
              <w:t xml:space="preserve"> или </w:t>
            </w:r>
            <w:r w:rsidRPr="00774673">
              <w:rPr>
                <w:lang w:val="en-US"/>
              </w:rPr>
              <w:t xml:space="preserve">RAL </w:t>
            </w:r>
            <w:r>
              <w:rPr>
                <w:lang w:val="en-US"/>
              </w:rPr>
              <w:t xml:space="preserve">  </w:t>
            </w:r>
            <w:r w:rsidRPr="00774673">
              <w:rPr>
                <w:lang w:val="en-US"/>
              </w:rPr>
              <w:t xml:space="preserve">  </w:t>
            </w:r>
          </w:p>
        </w:tc>
      </w:tr>
      <w:tr w:rsidR="004758E7" w:rsidRPr="00F77271" w:rsidTr="00B40287">
        <w:trPr>
          <w:trHeight w:val="340"/>
        </w:trPr>
        <w:tc>
          <w:tcPr>
            <w:tcW w:w="567" w:type="dxa"/>
            <w:vAlign w:val="center"/>
          </w:tcPr>
          <w:p w:rsidR="004758E7" w:rsidRPr="00774673" w:rsidRDefault="004758E7" w:rsidP="00F41F7D">
            <w:pPr>
              <w:pStyle w:val="ad"/>
              <w:widowControl w:val="0"/>
              <w:numPr>
                <w:ilvl w:val="0"/>
                <w:numId w:val="1"/>
              </w:numPr>
              <w:ind w:right="-2"/>
              <w:jc w:val="center"/>
            </w:pPr>
          </w:p>
        </w:tc>
        <w:tc>
          <w:tcPr>
            <w:tcW w:w="6663" w:type="dxa"/>
            <w:vAlign w:val="center"/>
          </w:tcPr>
          <w:p w:rsidR="004758E7" w:rsidRPr="00774673" w:rsidRDefault="004758E7" w:rsidP="00326DB0">
            <w:pPr>
              <w:widowControl w:val="0"/>
              <w:ind w:left="34" w:right="-2"/>
            </w:pPr>
            <w:r w:rsidRPr="00774673">
              <w:t xml:space="preserve">Цвет стен </w:t>
            </w:r>
            <w:r w:rsidRPr="00774673">
              <w:rPr>
                <w:lang w:val="en-US"/>
              </w:rPr>
              <w:t>RAL</w:t>
            </w:r>
            <w:r w:rsidRPr="00774673">
              <w:t>9003</w:t>
            </w:r>
            <w:r>
              <w:t xml:space="preserve"> белый</w:t>
            </w:r>
          </w:p>
        </w:tc>
        <w:tc>
          <w:tcPr>
            <w:tcW w:w="2253" w:type="dxa"/>
            <w:vAlign w:val="center"/>
          </w:tcPr>
          <w:p w:rsidR="004758E7" w:rsidRPr="00774673" w:rsidRDefault="004758E7" w:rsidP="009B081F">
            <w:pPr>
              <w:widowControl w:val="0"/>
              <w:ind w:right="-2"/>
            </w:pPr>
            <w:r w:rsidRPr="00F26063">
              <w:rPr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11AF7572" wp14:editId="13395A01">
                      <wp:simplePos x="0" y="0"/>
                      <wp:positionH relativeFrom="column">
                        <wp:posOffset>835660</wp:posOffset>
                      </wp:positionH>
                      <wp:positionV relativeFrom="paragraph">
                        <wp:posOffset>18415</wp:posOffset>
                      </wp:positionV>
                      <wp:extent cx="516890" cy="161290"/>
                      <wp:effectExtent l="0" t="0" r="16510" b="10160"/>
                      <wp:wrapNone/>
                      <wp:docPr id="3" name="Прямоугольник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16890" cy="16129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3" o:spid="_x0000_s1026" style="position:absolute;margin-left:65.8pt;margin-top:1.45pt;width:40.7pt;height:12.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" filled="f" strokecolor="black [3213]" strokeweight=".25pt"/>
                  </w:pict>
                </mc:Fallback>
              </mc:AlternateContent>
            </w:r>
            <w:r w:rsidRPr="00F26063">
              <w:rPr>
                <w:sz w:val="24"/>
              </w:rPr>
              <w:t xml:space="preserve">□ </w:t>
            </w:r>
            <w:r w:rsidRPr="00F26063">
              <w:t>да</w:t>
            </w:r>
            <w:r w:rsidRPr="00774673">
              <w:t xml:space="preserve"> или </w:t>
            </w:r>
            <w:r w:rsidRPr="00774673">
              <w:rPr>
                <w:lang w:val="en-US"/>
              </w:rPr>
              <w:t xml:space="preserve">RAL </w:t>
            </w:r>
            <w:r>
              <w:rPr>
                <w:lang w:val="en-US"/>
              </w:rPr>
              <w:t xml:space="preserve">   </w:t>
            </w:r>
            <w:r w:rsidRPr="00774673">
              <w:rPr>
                <w:lang w:val="en-US"/>
              </w:rPr>
              <w:t xml:space="preserve"> </w:t>
            </w:r>
          </w:p>
        </w:tc>
      </w:tr>
      <w:tr w:rsidR="004758E7" w:rsidRPr="00F77271" w:rsidTr="00B40287">
        <w:trPr>
          <w:trHeight w:val="340"/>
        </w:trPr>
        <w:tc>
          <w:tcPr>
            <w:tcW w:w="567" w:type="dxa"/>
            <w:vAlign w:val="center"/>
          </w:tcPr>
          <w:p w:rsidR="004758E7" w:rsidRPr="00774673" w:rsidRDefault="004758E7" w:rsidP="00F41F7D">
            <w:pPr>
              <w:pStyle w:val="ad"/>
              <w:widowControl w:val="0"/>
              <w:numPr>
                <w:ilvl w:val="0"/>
                <w:numId w:val="1"/>
              </w:numPr>
              <w:ind w:right="-2"/>
              <w:jc w:val="center"/>
            </w:pPr>
          </w:p>
        </w:tc>
        <w:tc>
          <w:tcPr>
            <w:tcW w:w="6663" w:type="dxa"/>
            <w:vAlign w:val="center"/>
          </w:tcPr>
          <w:p w:rsidR="004758E7" w:rsidRPr="00774673" w:rsidRDefault="004758E7" w:rsidP="00F41F7D">
            <w:pPr>
              <w:widowControl w:val="0"/>
              <w:ind w:left="34" w:right="-2"/>
            </w:pPr>
            <w:r w:rsidRPr="00774673">
              <w:t xml:space="preserve">Цвет дверей, ворот </w:t>
            </w:r>
            <w:r w:rsidRPr="00774673">
              <w:rPr>
                <w:lang w:val="en-US"/>
              </w:rPr>
              <w:t>RAL</w:t>
            </w:r>
            <w:r w:rsidRPr="00774673">
              <w:t>5005</w:t>
            </w:r>
            <w:r>
              <w:t xml:space="preserve"> </w:t>
            </w:r>
            <w:r w:rsidRPr="0061131E">
              <w:t>синий</w:t>
            </w:r>
          </w:p>
        </w:tc>
        <w:tc>
          <w:tcPr>
            <w:tcW w:w="2253" w:type="dxa"/>
            <w:vAlign w:val="center"/>
          </w:tcPr>
          <w:p w:rsidR="004758E7" w:rsidRPr="00774673" w:rsidRDefault="004758E7" w:rsidP="009B081F">
            <w:pPr>
              <w:widowControl w:val="0"/>
              <w:ind w:right="-2"/>
            </w:pPr>
            <w:r w:rsidRPr="00F26063">
              <w:rPr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1A3E85B3" wp14:editId="6B9BD361">
                      <wp:simplePos x="0" y="0"/>
                      <wp:positionH relativeFrom="column">
                        <wp:posOffset>835025</wp:posOffset>
                      </wp:positionH>
                      <wp:positionV relativeFrom="paragraph">
                        <wp:posOffset>6985</wp:posOffset>
                      </wp:positionV>
                      <wp:extent cx="516890" cy="161290"/>
                      <wp:effectExtent l="0" t="0" r="16510" b="10160"/>
                      <wp:wrapNone/>
                      <wp:docPr id="4" name="Прямоугольник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16890" cy="16129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4" o:spid="_x0000_s1026" style="position:absolute;margin-left:65.75pt;margin-top:.55pt;width:40.7pt;height:12.7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" filled="f" strokecolor="black [3213]" strokeweight=".25pt"/>
                  </w:pict>
                </mc:Fallback>
              </mc:AlternateContent>
            </w:r>
            <w:r w:rsidRPr="00F26063">
              <w:rPr>
                <w:sz w:val="24"/>
              </w:rPr>
              <w:t xml:space="preserve">□ </w:t>
            </w:r>
            <w:r w:rsidRPr="00F26063">
              <w:t>да</w:t>
            </w:r>
            <w:r w:rsidRPr="00774673">
              <w:t xml:space="preserve"> или </w:t>
            </w:r>
            <w:r w:rsidRPr="00774673">
              <w:rPr>
                <w:lang w:val="en-US"/>
              </w:rPr>
              <w:t xml:space="preserve">RAL     </w:t>
            </w:r>
          </w:p>
        </w:tc>
      </w:tr>
      <w:tr w:rsidR="004758E7" w:rsidRPr="00F77271" w:rsidTr="00B40287">
        <w:trPr>
          <w:trHeight w:val="340"/>
        </w:trPr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4758E7" w:rsidRPr="00774673" w:rsidRDefault="004758E7" w:rsidP="00F41F7D">
            <w:pPr>
              <w:pStyle w:val="ad"/>
              <w:widowControl w:val="0"/>
              <w:numPr>
                <w:ilvl w:val="0"/>
                <w:numId w:val="1"/>
              </w:numPr>
              <w:ind w:right="-2"/>
              <w:jc w:val="center"/>
            </w:pPr>
          </w:p>
        </w:tc>
        <w:tc>
          <w:tcPr>
            <w:tcW w:w="6663" w:type="dxa"/>
            <w:tcBorders>
              <w:bottom w:val="single" w:sz="4" w:space="0" w:color="auto"/>
            </w:tcBorders>
            <w:vAlign w:val="center"/>
          </w:tcPr>
          <w:p w:rsidR="004758E7" w:rsidRPr="00774673" w:rsidRDefault="004758E7" w:rsidP="00F41F7D">
            <w:pPr>
              <w:widowControl w:val="0"/>
              <w:ind w:left="34" w:right="-2"/>
            </w:pPr>
            <w:r w:rsidRPr="00774673">
              <w:t xml:space="preserve">Цвет облицовки цоколя </w:t>
            </w:r>
            <w:r w:rsidRPr="00774673">
              <w:rPr>
                <w:lang w:val="en-US"/>
              </w:rPr>
              <w:t>RAL</w:t>
            </w:r>
            <w:r w:rsidRPr="00774673">
              <w:t xml:space="preserve">5005 </w:t>
            </w:r>
            <w:r w:rsidRPr="0061131E">
              <w:t xml:space="preserve">синий </w:t>
            </w:r>
            <w:r>
              <w:t xml:space="preserve"> </w:t>
            </w:r>
            <w:r w:rsidRPr="00774673">
              <w:t>(при наличии)</w:t>
            </w:r>
          </w:p>
        </w:tc>
        <w:tc>
          <w:tcPr>
            <w:tcW w:w="2253" w:type="dxa"/>
            <w:tcBorders>
              <w:bottom w:val="single" w:sz="4" w:space="0" w:color="auto"/>
            </w:tcBorders>
            <w:vAlign w:val="center"/>
          </w:tcPr>
          <w:p w:rsidR="004758E7" w:rsidRPr="00774673" w:rsidRDefault="004758E7" w:rsidP="009B081F">
            <w:pPr>
              <w:widowControl w:val="0"/>
              <w:ind w:right="-2"/>
            </w:pPr>
            <w:r w:rsidRPr="00F26063">
              <w:rPr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540928A6" wp14:editId="7E693E3E">
                      <wp:simplePos x="0" y="0"/>
                      <wp:positionH relativeFrom="column">
                        <wp:posOffset>841375</wp:posOffset>
                      </wp:positionH>
                      <wp:positionV relativeFrom="paragraph">
                        <wp:posOffset>0</wp:posOffset>
                      </wp:positionV>
                      <wp:extent cx="516890" cy="161290"/>
                      <wp:effectExtent l="0" t="0" r="16510" b="10160"/>
                      <wp:wrapNone/>
                      <wp:docPr id="5" name="Прямоугольник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16890" cy="16129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5" o:spid="_x0000_s1026" style="position:absolute;margin-left:66.25pt;margin-top:0;width:40.7pt;height:12.7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" filled="f" strokecolor="black [3213]" strokeweight=".25pt"/>
                  </w:pict>
                </mc:Fallback>
              </mc:AlternateContent>
            </w:r>
            <w:r w:rsidRPr="00F26063">
              <w:rPr>
                <w:sz w:val="24"/>
              </w:rPr>
              <w:t xml:space="preserve">□ </w:t>
            </w:r>
            <w:r w:rsidRPr="00F26063">
              <w:t>да</w:t>
            </w:r>
            <w:r w:rsidRPr="00774673">
              <w:t xml:space="preserve"> или </w:t>
            </w:r>
            <w:r w:rsidRPr="00774673">
              <w:rPr>
                <w:lang w:val="en-US"/>
              </w:rPr>
              <w:t xml:space="preserve">RAL     </w:t>
            </w:r>
          </w:p>
        </w:tc>
      </w:tr>
      <w:tr w:rsidR="004758E7" w:rsidRPr="00F77271" w:rsidTr="0061131E">
        <w:trPr>
          <w:trHeight w:val="426"/>
        </w:trPr>
        <w:tc>
          <w:tcPr>
            <w:tcW w:w="567" w:type="dxa"/>
            <w:tcBorders>
              <w:bottom w:val="single" w:sz="4" w:space="0" w:color="auto"/>
            </w:tcBorders>
          </w:tcPr>
          <w:p w:rsidR="004758E7" w:rsidRPr="00774673" w:rsidRDefault="004758E7" w:rsidP="00CE4410">
            <w:pPr>
              <w:pStyle w:val="ad"/>
              <w:widowControl w:val="0"/>
              <w:numPr>
                <w:ilvl w:val="0"/>
                <w:numId w:val="1"/>
              </w:numPr>
              <w:ind w:right="-2"/>
              <w:jc w:val="center"/>
            </w:pPr>
          </w:p>
        </w:tc>
        <w:tc>
          <w:tcPr>
            <w:tcW w:w="6663" w:type="dxa"/>
            <w:tcBorders>
              <w:bottom w:val="single" w:sz="4" w:space="0" w:color="auto"/>
            </w:tcBorders>
          </w:tcPr>
          <w:p w:rsidR="004758E7" w:rsidRPr="00774673" w:rsidRDefault="004758E7" w:rsidP="00CE4410">
            <w:pPr>
              <w:widowControl w:val="0"/>
              <w:ind w:left="34" w:right="-2"/>
            </w:pPr>
            <w:r w:rsidRPr="00774673">
              <w:t>Дополнительные требования</w:t>
            </w:r>
            <w:r w:rsidR="009003C5">
              <w:t>:</w:t>
            </w:r>
          </w:p>
        </w:tc>
        <w:tc>
          <w:tcPr>
            <w:tcW w:w="2253" w:type="dxa"/>
            <w:tcBorders>
              <w:bottom w:val="single" w:sz="4" w:space="0" w:color="auto"/>
            </w:tcBorders>
            <w:vAlign w:val="center"/>
          </w:tcPr>
          <w:p w:rsidR="004758E7" w:rsidRDefault="004758E7" w:rsidP="00037B7B">
            <w:pPr>
              <w:widowControl w:val="0"/>
              <w:ind w:right="-2"/>
            </w:pPr>
          </w:p>
          <w:p w:rsidR="004758E7" w:rsidRDefault="004758E7" w:rsidP="00037B7B">
            <w:pPr>
              <w:widowControl w:val="0"/>
              <w:ind w:right="-2"/>
            </w:pPr>
          </w:p>
          <w:p w:rsidR="004758E7" w:rsidRDefault="004758E7" w:rsidP="00037B7B">
            <w:pPr>
              <w:widowControl w:val="0"/>
              <w:ind w:right="-2"/>
            </w:pPr>
          </w:p>
          <w:p w:rsidR="004758E7" w:rsidRDefault="004758E7" w:rsidP="00037B7B">
            <w:pPr>
              <w:widowControl w:val="0"/>
              <w:ind w:right="-2"/>
            </w:pPr>
          </w:p>
          <w:p w:rsidR="004758E7" w:rsidRDefault="004758E7" w:rsidP="00037B7B">
            <w:pPr>
              <w:widowControl w:val="0"/>
              <w:ind w:right="-2"/>
            </w:pPr>
          </w:p>
          <w:p w:rsidR="00EE6C2E" w:rsidRDefault="00EE6C2E" w:rsidP="00037B7B">
            <w:pPr>
              <w:widowControl w:val="0"/>
              <w:ind w:right="-2"/>
            </w:pPr>
          </w:p>
          <w:p w:rsidR="00EE6C2E" w:rsidRDefault="00EE6C2E" w:rsidP="00037B7B">
            <w:pPr>
              <w:widowControl w:val="0"/>
              <w:ind w:right="-2"/>
            </w:pPr>
          </w:p>
          <w:p w:rsidR="00EE6C2E" w:rsidRDefault="00EE6C2E" w:rsidP="00037B7B">
            <w:pPr>
              <w:widowControl w:val="0"/>
              <w:ind w:right="-2"/>
            </w:pPr>
          </w:p>
          <w:p w:rsidR="00EE6C2E" w:rsidRPr="00774673" w:rsidRDefault="00EE6C2E" w:rsidP="00037B7B">
            <w:pPr>
              <w:widowControl w:val="0"/>
              <w:ind w:right="-2"/>
            </w:pPr>
          </w:p>
        </w:tc>
      </w:tr>
      <w:bookmarkEnd w:id="0"/>
      <w:bookmarkEnd w:id="1"/>
      <w:bookmarkEnd w:id="2"/>
    </w:tbl>
    <w:p w:rsidR="00EE6C2E" w:rsidRPr="00F77271" w:rsidRDefault="00EE6C2E" w:rsidP="00CE4410"/>
    <w:sectPr w:rsidR="00EE6C2E" w:rsidRPr="00F77271" w:rsidSect="008D029F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851" w:right="851" w:bottom="1134" w:left="1418" w:header="709" w:footer="18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0DBF" w:rsidRDefault="00E20DBF" w:rsidP="00791551">
      <w:r>
        <w:separator/>
      </w:r>
    </w:p>
  </w:endnote>
  <w:endnote w:type="continuationSeparator" w:id="0">
    <w:p w:rsidR="00E20DBF" w:rsidRDefault="00E20DBF" w:rsidP="007915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irce">
    <w:altName w:val="Arial"/>
    <w:panose1 w:val="00000000000000000000"/>
    <w:charset w:val="00"/>
    <w:family w:val="swiss"/>
    <w:notTrueType/>
    <w:pitch w:val="variable"/>
    <w:sig w:usb0="A00002FF" w:usb1="5000604B" w:usb2="0000000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179A" w:rsidRPr="00C4022A" w:rsidRDefault="00510F4E" w:rsidP="00E1179A">
    <w:pPr>
      <w:pStyle w:val="a5"/>
      <w:rPr>
        <w:sz w:val="18"/>
        <w:szCs w:val="16"/>
      </w:rPr>
    </w:pPr>
    <w:r>
      <w:rPr>
        <w:noProof/>
        <w:sz w:val="18"/>
        <w:szCs w:val="16"/>
        <w:lang w:eastAsia="ru-RU"/>
      </w:rPr>
      <w:drawing>
        <wp:anchor distT="0" distB="0" distL="114300" distR="114300" simplePos="0" relativeHeight="251665408" behindDoc="1" locked="0" layoutInCell="1" allowOverlap="1" wp14:anchorId="2B524BF2" wp14:editId="0F384814">
          <wp:simplePos x="0" y="0"/>
          <wp:positionH relativeFrom="column">
            <wp:posOffset>-901852</wp:posOffset>
          </wp:positionH>
          <wp:positionV relativeFrom="paragraph">
            <wp:posOffset>28101</wp:posOffset>
          </wp:positionV>
          <wp:extent cx="7507691" cy="1071349"/>
          <wp:effectExtent l="19050" t="0" r="0" b="0"/>
          <wp:wrapNone/>
          <wp:docPr id="8" name="Рисунок 5" descr="D:\01-Работы\ЭнергоИмпульс\Брендбук\Бланк\v2\footers_01-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D:\01-Работы\ЭнергоИмпульс\Брендбук\Бланк\v2\footers_01-2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07691" cy="1071349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E1179A" w:rsidRPr="000E05C7" w:rsidRDefault="00E1179A" w:rsidP="00E1179A">
    <w:pPr>
      <w:pStyle w:val="a5"/>
      <w:rPr>
        <w:sz w:val="18"/>
        <w:szCs w:val="16"/>
      </w:rPr>
    </w:pPr>
  </w:p>
  <w:tbl>
    <w:tblPr>
      <w:tblStyle w:val="a9"/>
      <w:tblW w:w="9683" w:type="dxa"/>
      <w:tblInd w:w="51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993"/>
      <w:gridCol w:w="3260"/>
      <w:gridCol w:w="2430"/>
    </w:tblGrid>
    <w:tr w:rsidR="00C4022A" w:rsidTr="000E05C7">
      <w:tc>
        <w:tcPr>
          <w:tcW w:w="3993" w:type="dxa"/>
        </w:tcPr>
        <w:p w:rsidR="00E1179A" w:rsidRDefault="00E1179A" w:rsidP="000E05C7">
          <w:pPr>
            <w:pStyle w:val="a5"/>
            <w:spacing w:line="264" w:lineRule="auto"/>
            <w:ind w:left="57"/>
            <w:rPr>
              <w:sz w:val="16"/>
              <w:szCs w:val="16"/>
            </w:rPr>
          </w:pPr>
          <w:r w:rsidRPr="00E1179A">
            <w:rPr>
              <w:sz w:val="16"/>
              <w:szCs w:val="16"/>
            </w:rPr>
            <w:t>Россия, 680052,</w:t>
          </w:r>
          <w:r>
            <w:rPr>
              <w:sz w:val="16"/>
              <w:szCs w:val="16"/>
            </w:rPr>
            <w:br/>
          </w:r>
          <w:r w:rsidRPr="00E1179A">
            <w:rPr>
              <w:sz w:val="16"/>
              <w:szCs w:val="16"/>
            </w:rPr>
            <w:t>г. Хабаровск, ул. Донская, 2а</w:t>
          </w:r>
        </w:p>
      </w:tc>
      <w:tc>
        <w:tcPr>
          <w:tcW w:w="3260" w:type="dxa"/>
        </w:tcPr>
        <w:p w:rsidR="00E1179A" w:rsidRDefault="00E1179A" w:rsidP="000E05C7">
          <w:pPr>
            <w:pStyle w:val="a5"/>
            <w:spacing w:line="264" w:lineRule="auto"/>
            <w:ind w:left="57"/>
            <w:rPr>
              <w:sz w:val="16"/>
              <w:szCs w:val="16"/>
            </w:rPr>
          </w:pPr>
          <w:r w:rsidRPr="00E1179A">
            <w:rPr>
              <w:sz w:val="16"/>
              <w:szCs w:val="16"/>
            </w:rPr>
            <w:t xml:space="preserve">8 (4212) 22-81-22, </w:t>
          </w:r>
        </w:p>
        <w:p w:rsidR="00E1179A" w:rsidRDefault="00E1179A" w:rsidP="000E05C7">
          <w:pPr>
            <w:pStyle w:val="a5"/>
            <w:spacing w:line="264" w:lineRule="auto"/>
            <w:ind w:left="57"/>
            <w:rPr>
              <w:sz w:val="16"/>
              <w:szCs w:val="16"/>
            </w:rPr>
          </w:pPr>
          <w:r w:rsidRPr="00E1179A">
            <w:rPr>
              <w:sz w:val="16"/>
              <w:szCs w:val="16"/>
            </w:rPr>
            <w:t>8 (4212) 39-01-53</w:t>
          </w:r>
        </w:p>
      </w:tc>
      <w:tc>
        <w:tcPr>
          <w:tcW w:w="2430" w:type="dxa"/>
        </w:tcPr>
        <w:p w:rsidR="00E1179A" w:rsidRPr="00510F4E" w:rsidRDefault="00E20DBF" w:rsidP="000E05C7">
          <w:pPr>
            <w:pStyle w:val="a5"/>
            <w:spacing w:line="264" w:lineRule="auto"/>
            <w:ind w:left="57"/>
            <w:rPr>
              <w:sz w:val="16"/>
              <w:szCs w:val="16"/>
            </w:rPr>
          </w:pPr>
          <w:hyperlink r:id="rId2" w:history="1">
            <w:r w:rsidR="00E1179A" w:rsidRPr="00E1179A">
              <w:rPr>
                <w:rStyle w:val="ab"/>
                <w:sz w:val="16"/>
                <w:szCs w:val="16"/>
                <w:lang w:val="en-US"/>
              </w:rPr>
              <w:t>com</w:t>
            </w:r>
            <w:r w:rsidR="00E1179A" w:rsidRPr="00510F4E">
              <w:rPr>
                <w:rStyle w:val="ab"/>
                <w:sz w:val="16"/>
                <w:szCs w:val="16"/>
              </w:rPr>
              <w:t>@</w:t>
            </w:r>
            <w:proofErr w:type="spellStart"/>
            <w:r w:rsidR="00E1179A" w:rsidRPr="00E1179A">
              <w:rPr>
                <w:rStyle w:val="ab"/>
                <w:sz w:val="16"/>
                <w:szCs w:val="16"/>
                <w:lang w:val="en-US"/>
              </w:rPr>
              <w:t>energoimpulse</w:t>
            </w:r>
            <w:proofErr w:type="spellEnd"/>
            <w:r w:rsidR="00E1179A" w:rsidRPr="00510F4E">
              <w:rPr>
                <w:rStyle w:val="ab"/>
                <w:sz w:val="16"/>
                <w:szCs w:val="16"/>
              </w:rPr>
              <w:t>.</w:t>
            </w:r>
            <w:proofErr w:type="spellStart"/>
            <w:r w:rsidR="00E1179A" w:rsidRPr="00E1179A">
              <w:rPr>
                <w:rStyle w:val="ab"/>
                <w:sz w:val="16"/>
                <w:szCs w:val="16"/>
                <w:lang w:val="en-US"/>
              </w:rPr>
              <w:t>ru</w:t>
            </w:r>
            <w:proofErr w:type="spellEnd"/>
          </w:hyperlink>
        </w:p>
        <w:p w:rsidR="00E1179A" w:rsidRDefault="00E20DBF" w:rsidP="000E05C7">
          <w:pPr>
            <w:pStyle w:val="a5"/>
            <w:spacing w:line="264" w:lineRule="auto"/>
            <w:ind w:left="57"/>
            <w:rPr>
              <w:sz w:val="16"/>
              <w:szCs w:val="16"/>
            </w:rPr>
          </w:pPr>
          <w:hyperlink r:id="rId3" w:history="1">
            <w:r w:rsidR="00E1179A" w:rsidRPr="00E1179A">
              <w:rPr>
                <w:rStyle w:val="ab"/>
                <w:sz w:val="16"/>
                <w:szCs w:val="16"/>
                <w:lang w:val="en-US"/>
              </w:rPr>
              <w:t>www</w:t>
            </w:r>
            <w:r w:rsidR="00E1179A" w:rsidRPr="00510F4E">
              <w:rPr>
                <w:rStyle w:val="ab"/>
                <w:sz w:val="16"/>
                <w:szCs w:val="16"/>
              </w:rPr>
              <w:t>.</w:t>
            </w:r>
            <w:proofErr w:type="spellStart"/>
            <w:r w:rsidR="00E1179A" w:rsidRPr="00E1179A">
              <w:rPr>
                <w:rStyle w:val="ab"/>
                <w:sz w:val="16"/>
                <w:szCs w:val="16"/>
                <w:lang w:val="en-US"/>
              </w:rPr>
              <w:t>energoimpulse</w:t>
            </w:r>
            <w:proofErr w:type="spellEnd"/>
            <w:r w:rsidR="00E1179A" w:rsidRPr="00510F4E">
              <w:rPr>
                <w:rStyle w:val="ab"/>
                <w:sz w:val="16"/>
                <w:szCs w:val="16"/>
              </w:rPr>
              <w:t>.</w:t>
            </w:r>
            <w:proofErr w:type="spellStart"/>
            <w:r w:rsidR="00E1179A" w:rsidRPr="00E1179A">
              <w:rPr>
                <w:rStyle w:val="ab"/>
                <w:sz w:val="16"/>
                <w:szCs w:val="16"/>
                <w:lang w:val="en-US"/>
              </w:rPr>
              <w:t>ru</w:t>
            </w:r>
            <w:proofErr w:type="spellEnd"/>
          </w:hyperlink>
        </w:p>
      </w:tc>
    </w:tr>
  </w:tbl>
  <w:p w:rsidR="00E1179A" w:rsidRPr="00E1179A" w:rsidRDefault="00E1179A" w:rsidP="00E1179A">
    <w:pPr>
      <w:pStyle w:val="a5"/>
      <w:rPr>
        <w:sz w:val="16"/>
        <w:szCs w:val="16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0284" w:rsidRPr="00AC033B" w:rsidRDefault="00510F4E" w:rsidP="008D029F">
    <w:pPr>
      <w:pStyle w:val="a5"/>
      <w:ind w:left="1134"/>
      <w:rPr>
        <w:sz w:val="16"/>
        <w:szCs w:val="17"/>
      </w:rPr>
    </w:pPr>
    <w:r>
      <w:rPr>
        <w:noProof/>
        <w:sz w:val="17"/>
        <w:szCs w:val="17"/>
        <w:lang w:eastAsia="ru-RU"/>
      </w:rPr>
      <w:drawing>
        <wp:anchor distT="0" distB="0" distL="114300" distR="114300" simplePos="0" relativeHeight="251663360" behindDoc="1" locked="0" layoutInCell="1" allowOverlap="1" wp14:anchorId="1B8A5B7C" wp14:editId="25E45D5E">
          <wp:simplePos x="0" y="0"/>
          <wp:positionH relativeFrom="column">
            <wp:posOffset>-881380</wp:posOffset>
          </wp:positionH>
          <wp:positionV relativeFrom="paragraph">
            <wp:posOffset>30389</wp:posOffset>
          </wp:positionV>
          <wp:extent cx="7544189" cy="1512916"/>
          <wp:effectExtent l="19050" t="0" r="0" b="0"/>
          <wp:wrapNone/>
          <wp:docPr id="6" name="Рисунок 3" descr="D:\01-Работы\ЭнергоИмпульс\Брендбук\Бланк\v2\footers_01-3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D:\01-Работы\ЭнергоИмпульс\Брендбук\Бланк\v2\footers_01-3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44427" cy="151296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Style w:val="a9"/>
      <w:tblW w:w="0" w:type="auto"/>
      <w:tblInd w:w="113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287"/>
      <w:gridCol w:w="3432"/>
    </w:tblGrid>
    <w:tr w:rsidR="00AC033B" w:rsidTr="00795969">
      <w:tc>
        <w:tcPr>
          <w:tcW w:w="5287" w:type="dxa"/>
        </w:tcPr>
        <w:p w:rsidR="00AC033B" w:rsidRPr="008D029F" w:rsidRDefault="00AC033B" w:rsidP="008D029F">
          <w:pPr>
            <w:pStyle w:val="a5"/>
            <w:tabs>
              <w:tab w:val="clear" w:pos="4677"/>
              <w:tab w:val="clear" w:pos="9355"/>
            </w:tabs>
            <w:rPr>
              <w:rFonts w:ascii="Circe" w:hAnsi="Circe"/>
              <w:b/>
              <w:sz w:val="16"/>
              <w:szCs w:val="17"/>
            </w:rPr>
          </w:pPr>
          <w:r w:rsidRPr="008D029F">
            <w:rPr>
              <w:rFonts w:ascii="Circe" w:hAnsi="Circe"/>
              <w:b/>
              <w:sz w:val="16"/>
              <w:szCs w:val="17"/>
            </w:rPr>
            <w:t>ООО «</w:t>
          </w:r>
          <w:proofErr w:type="spellStart"/>
          <w:r w:rsidRPr="008D029F">
            <w:rPr>
              <w:rFonts w:ascii="Circe" w:hAnsi="Circe"/>
              <w:b/>
              <w:sz w:val="16"/>
              <w:szCs w:val="17"/>
            </w:rPr>
            <w:t>Энерго</w:t>
          </w:r>
          <w:proofErr w:type="spellEnd"/>
          <w:r w:rsidRPr="008D029F">
            <w:rPr>
              <w:rFonts w:ascii="Circe" w:hAnsi="Circe"/>
              <w:b/>
              <w:sz w:val="16"/>
              <w:szCs w:val="17"/>
            </w:rPr>
            <w:t>-Импульс+»</w:t>
          </w:r>
        </w:p>
        <w:p w:rsidR="00AC033B" w:rsidRPr="008D029F" w:rsidRDefault="00AC033B" w:rsidP="008D029F">
          <w:pPr>
            <w:pStyle w:val="aa"/>
            <w:rPr>
              <w:rFonts w:ascii="Circe" w:hAnsi="Circe"/>
              <w:sz w:val="16"/>
              <w:szCs w:val="17"/>
            </w:rPr>
          </w:pPr>
          <w:r w:rsidRPr="008D029F">
            <w:rPr>
              <w:rFonts w:ascii="Circe" w:hAnsi="Circe"/>
              <w:sz w:val="16"/>
              <w:szCs w:val="17"/>
            </w:rPr>
            <w:t>ОКПО 79294281, ИНН 2724091687, КПП 272001001</w:t>
          </w:r>
        </w:p>
        <w:p w:rsidR="00AC033B" w:rsidRPr="008D029F" w:rsidRDefault="00AC033B" w:rsidP="008D029F">
          <w:pPr>
            <w:pStyle w:val="a5"/>
            <w:tabs>
              <w:tab w:val="clear" w:pos="4677"/>
              <w:tab w:val="clear" w:pos="9355"/>
            </w:tabs>
            <w:rPr>
              <w:rFonts w:ascii="Circe" w:hAnsi="Circe"/>
              <w:sz w:val="17"/>
              <w:szCs w:val="17"/>
            </w:rPr>
          </w:pPr>
          <w:r w:rsidRPr="008D029F">
            <w:rPr>
              <w:rFonts w:ascii="Circe" w:hAnsi="Circe"/>
              <w:b/>
              <w:sz w:val="16"/>
              <w:szCs w:val="17"/>
            </w:rPr>
            <w:t xml:space="preserve">Юридический адрес: </w:t>
          </w:r>
          <w:r w:rsidRPr="008D029F">
            <w:rPr>
              <w:rFonts w:ascii="Circe" w:hAnsi="Circe"/>
              <w:sz w:val="16"/>
              <w:szCs w:val="17"/>
            </w:rPr>
            <w:br/>
            <w:t>680509, Хабаровский край, Хабаровский район,</w:t>
          </w:r>
          <w:r w:rsidRPr="008D029F">
            <w:rPr>
              <w:rFonts w:ascii="Circe" w:hAnsi="Circe"/>
              <w:sz w:val="16"/>
              <w:szCs w:val="17"/>
            </w:rPr>
            <w:br/>
            <w:t>2 км на северо-восток от с. Ильинка</w:t>
          </w:r>
        </w:p>
      </w:tc>
      <w:tc>
        <w:tcPr>
          <w:tcW w:w="3432" w:type="dxa"/>
        </w:tcPr>
        <w:p w:rsidR="00AC033B" w:rsidRPr="008D029F" w:rsidRDefault="00AC033B" w:rsidP="008D029F">
          <w:pPr>
            <w:pStyle w:val="a5"/>
            <w:tabs>
              <w:tab w:val="clear" w:pos="4677"/>
              <w:tab w:val="clear" w:pos="9355"/>
            </w:tabs>
            <w:rPr>
              <w:rFonts w:ascii="Circe" w:hAnsi="Circe"/>
              <w:b/>
              <w:sz w:val="16"/>
              <w:szCs w:val="17"/>
            </w:rPr>
          </w:pPr>
          <w:r w:rsidRPr="008D029F">
            <w:rPr>
              <w:rFonts w:ascii="Circe" w:hAnsi="Circe"/>
              <w:b/>
              <w:sz w:val="16"/>
              <w:szCs w:val="17"/>
            </w:rPr>
            <w:t>Почтовый адрес:</w:t>
          </w:r>
        </w:p>
        <w:p w:rsidR="00AC033B" w:rsidRPr="008D029F" w:rsidRDefault="00AC033B" w:rsidP="008D029F">
          <w:pPr>
            <w:pStyle w:val="a5"/>
            <w:rPr>
              <w:rFonts w:ascii="Circe" w:hAnsi="Circe"/>
              <w:sz w:val="16"/>
              <w:szCs w:val="17"/>
            </w:rPr>
          </w:pPr>
          <w:r w:rsidRPr="008D029F">
            <w:rPr>
              <w:rFonts w:ascii="Circe" w:hAnsi="Circe"/>
              <w:sz w:val="16"/>
              <w:szCs w:val="17"/>
            </w:rPr>
            <w:t>Россия, 680052, г. Хабаровск, ул. Донская, 2а</w:t>
          </w:r>
        </w:p>
        <w:p w:rsidR="00AC033B" w:rsidRPr="008D029F" w:rsidRDefault="00AC033B" w:rsidP="008D029F">
          <w:pPr>
            <w:pStyle w:val="a5"/>
            <w:rPr>
              <w:rFonts w:ascii="Circe" w:hAnsi="Circe"/>
              <w:sz w:val="16"/>
              <w:szCs w:val="17"/>
            </w:rPr>
          </w:pPr>
          <w:r w:rsidRPr="008D029F">
            <w:rPr>
              <w:rFonts w:ascii="Circe" w:hAnsi="Circe"/>
              <w:sz w:val="16"/>
              <w:szCs w:val="17"/>
            </w:rPr>
            <w:t>Тел./факс: 8 (4212) 22-81-22, 39-01-53</w:t>
          </w:r>
        </w:p>
        <w:p w:rsidR="00AC033B" w:rsidRPr="008D029F" w:rsidRDefault="00E20DBF" w:rsidP="008D029F">
          <w:pPr>
            <w:pStyle w:val="a5"/>
            <w:rPr>
              <w:rFonts w:ascii="Circe" w:hAnsi="Circe"/>
              <w:sz w:val="16"/>
              <w:szCs w:val="17"/>
            </w:rPr>
          </w:pPr>
          <w:hyperlink r:id="rId2" w:history="1">
            <w:r w:rsidR="00AC033B" w:rsidRPr="008D029F">
              <w:rPr>
                <w:rStyle w:val="ab"/>
                <w:rFonts w:ascii="Circe" w:hAnsi="Circe"/>
                <w:sz w:val="16"/>
                <w:szCs w:val="17"/>
              </w:rPr>
              <w:t>com@energoimpulse.ru</w:t>
            </w:r>
          </w:hyperlink>
        </w:p>
        <w:p w:rsidR="00AC033B" w:rsidRPr="008D029F" w:rsidRDefault="00E20DBF" w:rsidP="008D029F">
          <w:pPr>
            <w:pStyle w:val="a5"/>
            <w:tabs>
              <w:tab w:val="clear" w:pos="4677"/>
              <w:tab w:val="clear" w:pos="9355"/>
            </w:tabs>
            <w:rPr>
              <w:rFonts w:ascii="Circe" w:hAnsi="Circe"/>
              <w:sz w:val="17"/>
              <w:szCs w:val="17"/>
            </w:rPr>
          </w:pPr>
          <w:hyperlink r:id="rId3" w:history="1">
            <w:r w:rsidR="00AC033B" w:rsidRPr="008D029F">
              <w:rPr>
                <w:rStyle w:val="ab"/>
                <w:rFonts w:ascii="Circe" w:hAnsi="Circe"/>
                <w:sz w:val="16"/>
                <w:szCs w:val="17"/>
              </w:rPr>
              <w:t>www.energoimpulse.ru</w:t>
            </w:r>
          </w:hyperlink>
        </w:p>
      </w:tc>
    </w:tr>
  </w:tbl>
  <w:p w:rsidR="00C90284" w:rsidRPr="00AC033B" w:rsidRDefault="00C90284" w:rsidP="00AC033B">
    <w:pPr>
      <w:pStyle w:val="a5"/>
      <w:tabs>
        <w:tab w:val="clear" w:pos="4677"/>
        <w:tab w:val="clear" w:pos="9355"/>
      </w:tabs>
      <w:ind w:left="1134"/>
      <w:rPr>
        <w:sz w:val="16"/>
        <w:szCs w:val="17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0DBF" w:rsidRDefault="00E20DBF" w:rsidP="00791551">
      <w:r>
        <w:separator/>
      </w:r>
    </w:p>
  </w:footnote>
  <w:footnote w:type="continuationSeparator" w:id="0">
    <w:p w:rsidR="00E20DBF" w:rsidRDefault="00E20DBF" w:rsidP="0079155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5969" w:rsidRDefault="00510F4E">
    <w:pPr>
      <w:pStyle w:val="a3"/>
    </w:pPr>
    <w:r>
      <w:rPr>
        <w:noProof/>
        <w:lang w:eastAsia="ru-RU"/>
      </w:rPr>
      <w:drawing>
        <wp:anchor distT="0" distB="0" distL="114300" distR="114300" simplePos="0" relativeHeight="251664384" behindDoc="0" locked="0" layoutInCell="1" allowOverlap="1" wp14:anchorId="1AF67D2A" wp14:editId="7D2C6602">
          <wp:simplePos x="0" y="0"/>
          <wp:positionH relativeFrom="column">
            <wp:posOffset>-906145</wp:posOffset>
          </wp:positionH>
          <wp:positionV relativeFrom="paragraph">
            <wp:posOffset>-443865</wp:posOffset>
          </wp:positionV>
          <wp:extent cx="7559675" cy="1077595"/>
          <wp:effectExtent l="19050" t="0" r="3175" b="0"/>
          <wp:wrapThrough wrapText="bothSides">
            <wp:wrapPolygon edited="0">
              <wp:start x="-54" y="0"/>
              <wp:lineTo x="-54" y="21384"/>
              <wp:lineTo x="21609" y="21384"/>
              <wp:lineTo x="21609" y="0"/>
              <wp:lineTo x="-54" y="0"/>
            </wp:wrapPolygon>
          </wp:wrapThrough>
          <wp:docPr id="7" name="Рисунок 4" descr="D:\01-Работы\ЭнергоИмпульс\Брендбук\Бланк\v2\footers_01-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D:\01-Работы\ЭнергоИмпульс\Брендбук\Бланк\v2\footers_01-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107759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1551" w:rsidRDefault="00510F4E">
    <w:pPr>
      <w:pStyle w:val="a3"/>
    </w:pPr>
    <w:r>
      <w:rPr>
        <w:noProof/>
        <w:lang w:eastAsia="ru-RU"/>
      </w:rPr>
      <w:drawing>
        <wp:anchor distT="0" distB="0" distL="114300" distR="114300" simplePos="0" relativeHeight="251662336" behindDoc="1" locked="0" layoutInCell="1" allowOverlap="1" wp14:anchorId="7D31CD7A" wp14:editId="7AA4B395">
          <wp:simplePos x="0" y="0"/>
          <wp:positionH relativeFrom="column">
            <wp:posOffset>-881380</wp:posOffset>
          </wp:positionH>
          <wp:positionV relativeFrom="paragraph">
            <wp:posOffset>-935990</wp:posOffset>
          </wp:positionV>
          <wp:extent cx="7815580" cy="1111885"/>
          <wp:effectExtent l="0" t="0" r="0" b="0"/>
          <wp:wrapNone/>
          <wp:docPr id="2" name="Рисунок 1" descr="D:\01-Работы\ЭнергоИмпульс\Брендбук\Бланк\v2\footers_01-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01-Работы\ЭнергоИмпульс\Брендбук\Бланк\v2\footers_01-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15580" cy="11118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8C643C"/>
    <w:multiLevelType w:val="hybridMultilevel"/>
    <w:tmpl w:val="03CAD088"/>
    <w:lvl w:ilvl="0" w:tplc="19E616AE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9" w:hanging="360"/>
      </w:pPr>
    </w:lvl>
    <w:lvl w:ilvl="2" w:tplc="0419001B" w:tentative="1">
      <w:start w:val="1"/>
      <w:numFmt w:val="lowerRoman"/>
      <w:lvlText w:val="%3."/>
      <w:lvlJc w:val="right"/>
      <w:pPr>
        <w:ind w:left="2109" w:hanging="180"/>
      </w:pPr>
    </w:lvl>
    <w:lvl w:ilvl="3" w:tplc="0419000F" w:tentative="1">
      <w:start w:val="1"/>
      <w:numFmt w:val="decimal"/>
      <w:lvlText w:val="%4."/>
      <w:lvlJc w:val="left"/>
      <w:pPr>
        <w:ind w:left="2829" w:hanging="360"/>
      </w:pPr>
    </w:lvl>
    <w:lvl w:ilvl="4" w:tplc="04190019" w:tentative="1">
      <w:start w:val="1"/>
      <w:numFmt w:val="lowerLetter"/>
      <w:lvlText w:val="%5."/>
      <w:lvlJc w:val="left"/>
      <w:pPr>
        <w:ind w:left="3549" w:hanging="360"/>
      </w:pPr>
    </w:lvl>
    <w:lvl w:ilvl="5" w:tplc="0419001B" w:tentative="1">
      <w:start w:val="1"/>
      <w:numFmt w:val="lowerRoman"/>
      <w:lvlText w:val="%6."/>
      <w:lvlJc w:val="right"/>
      <w:pPr>
        <w:ind w:left="4269" w:hanging="180"/>
      </w:pPr>
    </w:lvl>
    <w:lvl w:ilvl="6" w:tplc="0419000F" w:tentative="1">
      <w:start w:val="1"/>
      <w:numFmt w:val="decimal"/>
      <w:lvlText w:val="%7."/>
      <w:lvlJc w:val="left"/>
      <w:pPr>
        <w:ind w:left="4989" w:hanging="360"/>
      </w:pPr>
    </w:lvl>
    <w:lvl w:ilvl="7" w:tplc="04190019" w:tentative="1">
      <w:start w:val="1"/>
      <w:numFmt w:val="lowerLetter"/>
      <w:lvlText w:val="%8."/>
      <w:lvlJc w:val="left"/>
      <w:pPr>
        <w:ind w:left="5709" w:hanging="360"/>
      </w:pPr>
    </w:lvl>
    <w:lvl w:ilvl="8" w:tplc="0419001B" w:tentative="1">
      <w:start w:val="1"/>
      <w:numFmt w:val="lowerRoman"/>
      <w:lvlText w:val="%9."/>
      <w:lvlJc w:val="right"/>
      <w:pPr>
        <w:ind w:left="64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029F"/>
    <w:rsid w:val="00010747"/>
    <w:rsid w:val="000234E4"/>
    <w:rsid w:val="00035100"/>
    <w:rsid w:val="00037B7B"/>
    <w:rsid w:val="00045827"/>
    <w:rsid w:val="000517B8"/>
    <w:rsid w:val="000C2329"/>
    <w:rsid w:val="000C7959"/>
    <w:rsid w:val="000D171A"/>
    <w:rsid w:val="000E05C7"/>
    <w:rsid w:val="001018AD"/>
    <w:rsid w:val="0012443C"/>
    <w:rsid w:val="001635C1"/>
    <w:rsid w:val="001B1225"/>
    <w:rsid w:val="001E301E"/>
    <w:rsid w:val="001E544D"/>
    <w:rsid w:val="001E6533"/>
    <w:rsid w:val="001F698A"/>
    <w:rsid w:val="00264945"/>
    <w:rsid w:val="00282F40"/>
    <w:rsid w:val="002964B5"/>
    <w:rsid w:val="002E0B09"/>
    <w:rsid w:val="003235D6"/>
    <w:rsid w:val="00326DB0"/>
    <w:rsid w:val="00335156"/>
    <w:rsid w:val="00353A42"/>
    <w:rsid w:val="0038140E"/>
    <w:rsid w:val="003D0734"/>
    <w:rsid w:val="003E2143"/>
    <w:rsid w:val="004758E7"/>
    <w:rsid w:val="00481041"/>
    <w:rsid w:val="004941F3"/>
    <w:rsid w:val="004C0462"/>
    <w:rsid w:val="004C7A1E"/>
    <w:rsid w:val="00504C31"/>
    <w:rsid w:val="0051023A"/>
    <w:rsid w:val="00510F4E"/>
    <w:rsid w:val="00541ED3"/>
    <w:rsid w:val="00545E5E"/>
    <w:rsid w:val="0055399F"/>
    <w:rsid w:val="00587B44"/>
    <w:rsid w:val="00595152"/>
    <w:rsid w:val="0061131E"/>
    <w:rsid w:val="00653937"/>
    <w:rsid w:val="00653D0D"/>
    <w:rsid w:val="006D60C2"/>
    <w:rsid w:val="006E39B5"/>
    <w:rsid w:val="006E6BD1"/>
    <w:rsid w:val="00714535"/>
    <w:rsid w:val="0076738F"/>
    <w:rsid w:val="00774673"/>
    <w:rsid w:val="00790E79"/>
    <w:rsid w:val="00791551"/>
    <w:rsid w:val="00795969"/>
    <w:rsid w:val="007A768D"/>
    <w:rsid w:val="007D4A7D"/>
    <w:rsid w:val="007F053F"/>
    <w:rsid w:val="008130B7"/>
    <w:rsid w:val="008254D8"/>
    <w:rsid w:val="0086206C"/>
    <w:rsid w:val="00877714"/>
    <w:rsid w:val="008C59A8"/>
    <w:rsid w:val="008D029F"/>
    <w:rsid w:val="009003C5"/>
    <w:rsid w:val="00904ED1"/>
    <w:rsid w:val="00933471"/>
    <w:rsid w:val="00934CE9"/>
    <w:rsid w:val="00941223"/>
    <w:rsid w:val="00972675"/>
    <w:rsid w:val="00975B2F"/>
    <w:rsid w:val="00976C09"/>
    <w:rsid w:val="009D463E"/>
    <w:rsid w:val="00A015EB"/>
    <w:rsid w:val="00A060C1"/>
    <w:rsid w:val="00A36BAD"/>
    <w:rsid w:val="00A76AC8"/>
    <w:rsid w:val="00A9437F"/>
    <w:rsid w:val="00AA1335"/>
    <w:rsid w:val="00AB583A"/>
    <w:rsid w:val="00AC033B"/>
    <w:rsid w:val="00AD741A"/>
    <w:rsid w:val="00B25A5C"/>
    <w:rsid w:val="00B40287"/>
    <w:rsid w:val="00B80AEF"/>
    <w:rsid w:val="00B979E1"/>
    <w:rsid w:val="00BF1FA7"/>
    <w:rsid w:val="00C05C37"/>
    <w:rsid w:val="00C4022A"/>
    <w:rsid w:val="00C51F59"/>
    <w:rsid w:val="00C60F1A"/>
    <w:rsid w:val="00C81F1E"/>
    <w:rsid w:val="00C90284"/>
    <w:rsid w:val="00C90A21"/>
    <w:rsid w:val="00CA673E"/>
    <w:rsid w:val="00CE4410"/>
    <w:rsid w:val="00CF24C4"/>
    <w:rsid w:val="00D0253D"/>
    <w:rsid w:val="00D05E40"/>
    <w:rsid w:val="00D1314A"/>
    <w:rsid w:val="00D23FEB"/>
    <w:rsid w:val="00DB1A7E"/>
    <w:rsid w:val="00DC1750"/>
    <w:rsid w:val="00DD536F"/>
    <w:rsid w:val="00E1179A"/>
    <w:rsid w:val="00E20DBF"/>
    <w:rsid w:val="00ED61FE"/>
    <w:rsid w:val="00EE13C1"/>
    <w:rsid w:val="00EE6C2E"/>
    <w:rsid w:val="00F26063"/>
    <w:rsid w:val="00F37ED2"/>
    <w:rsid w:val="00F41F7D"/>
    <w:rsid w:val="00F77271"/>
    <w:rsid w:val="00F94EEB"/>
    <w:rsid w:val="00FB03AD"/>
    <w:rsid w:val="00FD13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7B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D029F"/>
    <w:pPr>
      <w:keepNext/>
      <w:outlineLvl w:val="0"/>
    </w:pPr>
    <w:rPr>
      <w:b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91551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791551"/>
  </w:style>
  <w:style w:type="paragraph" w:styleId="a5">
    <w:name w:val="footer"/>
    <w:basedOn w:val="a"/>
    <w:link w:val="a6"/>
    <w:uiPriority w:val="99"/>
    <w:unhideWhenUsed/>
    <w:rsid w:val="00791551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791551"/>
  </w:style>
  <w:style w:type="paragraph" w:styleId="a7">
    <w:name w:val="Balloon Text"/>
    <w:basedOn w:val="a"/>
    <w:link w:val="a8"/>
    <w:uiPriority w:val="99"/>
    <w:semiHidden/>
    <w:unhideWhenUsed/>
    <w:rsid w:val="00791551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8">
    <w:name w:val="Текст выноски Знак"/>
    <w:basedOn w:val="a0"/>
    <w:link w:val="a7"/>
    <w:uiPriority w:val="99"/>
    <w:semiHidden/>
    <w:rsid w:val="00791551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AC03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 Spacing"/>
    <w:uiPriority w:val="1"/>
    <w:qFormat/>
    <w:rsid w:val="00AC033B"/>
    <w:pPr>
      <w:spacing w:after="0" w:line="240" w:lineRule="auto"/>
    </w:pPr>
  </w:style>
  <w:style w:type="character" w:styleId="ab">
    <w:name w:val="Hyperlink"/>
    <w:basedOn w:val="a0"/>
    <w:uiPriority w:val="99"/>
    <w:unhideWhenUsed/>
    <w:rsid w:val="00AC033B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rsid w:val="008D029F"/>
    <w:rPr>
      <w:rFonts w:ascii="Times New Roman" w:eastAsia="Times New Roman" w:hAnsi="Times New Roman" w:cs="Times New Roman"/>
      <w:b/>
      <w:sz w:val="44"/>
      <w:szCs w:val="20"/>
      <w:lang w:eastAsia="ru-RU"/>
    </w:rPr>
  </w:style>
  <w:style w:type="character" w:customStyle="1" w:styleId="ac">
    <w:name w:val="комментарий"/>
    <w:rsid w:val="000C2329"/>
    <w:rPr>
      <w:b/>
      <w:i/>
      <w:shd w:val="clear" w:color="auto" w:fill="FFFF99"/>
    </w:rPr>
  </w:style>
  <w:style w:type="paragraph" w:styleId="ad">
    <w:name w:val="List Paragraph"/>
    <w:basedOn w:val="a"/>
    <w:uiPriority w:val="34"/>
    <w:qFormat/>
    <w:rsid w:val="009D463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7B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D029F"/>
    <w:pPr>
      <w:keepNext/>
      <w:outlineLvl w:val="0"/>
    </w:pPr>
    <w:rPr>
      <w:b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91551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791551"/>
  </w:style>
  <w:style w:type="paragraph" w:styleId="a5">
    <w:name w:val="footer"/>
    <w:basedOn w:val="a"/>
    <w:link w:val="a6"/>
    <w:uiPriority w:val="99"/>
    <w:unhideWhenUsed/>
    <w:rsid w:val="00791551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791551"/>
  </w:style>
  <w:style w:type="paragraph" w:styleId="a7">
    <w:name w:val="Balloon Text"/>
    <w:basedOn w:val="a"/>
    <w:link w:val="a8"/>
    <w:uiPriority w:val="99"/>
    <w:semiHidden/>
    <w:unhideWhenUsed/>
    <w:rsid w:val="00791551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8">
    <w:name w:val="Текст выноски Знак"/>
    <w:basedOn w:val="a0"/>
    <w:link w:val="a7"/>
    <w:uiPriority w:val="99"/>
    <w:semiHidden/>
    <w:rsid w:val="00791551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AC03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 Spacing"/>
    <w:uiPriority w:val="1"/>
    <w:qFormat/>
    <w:rsid w:val="00AC033B"/>
    <w:pPr>
      <w:spacing w:after="0" w:line="240" w:lineRule="auto"/>
    </w:pPr>
  </w:style>
  <w:style w:type="character" w:styleId="ab">
    <w:name w:val="Hyperlink"/>
    <w:basedOn w:val="a0"/>
    <w:uiPriority w:val="99"/>
    <w:unhideWhenUsed/>
    <w:rsid w:val="00AC033B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rsid w:val="008D029F"/>
    <w:rPr>
      <w:rFonts w:ascii="Times New Roman" w:eastAsia="Times New Roman" w:hAnsi="Times New Roman" w:cs="Times New Roman"/>
      <w:b/>
      <w:sz w:val="44"/>
      <w:szCs w:val="20"/>
      <w:lang w:eastAsia="ru-RU"/>
    </w:rPr>
  </w:style>
  <w:style w:type="character" w:customStyle="1" w:styleId="ac">
    <w:name w:val="комментарий"/>
    <w:rsid w:val="000C2329"/>
    <w:rPr>
      <w:b/>
      <w:i/>
      <w:shd w:val="clear" w:color="auto" w:fill="FFFF99"/>
    </w:rPr>
  </w:style>
  <w:style w:type="paragraph" w:styleId="ad">
    <w:name w:val="List Paragraph"/>
    <w:basedOn w:val="a"/>
    <w:uiPriority w:val="34"/>
    <w:qFormat/>
    <w:rsid w:val="009D463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energoimpulse.ru" TargetMode="External"/><Relationship Id="rId2" Type="http://schemas.openxmlformats.org/officeDocument/2006/relationships/hyperlink" Target="mailto:com@energoimpulse.ru" TargetMode="External"/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://www.energoimpulse.ru" TargetMode="External"/><Relationship Id="rId2" Type="http://schemas.openxmlformats.org/officeDocument/2006/relationships/hyperlink" Target="mailto:com@energoimpulse.ru" TargetMode="External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&#1063;&#1072;&#1081;&#1082;&#1080;&#1085;\Desktop\EI_blank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EI_blank</Template>
  <TotalTime>11</TotalTime>
  <Pages>1</Pages>
  <Words>241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</Company>
  <LinksUpToDate>false</LinksUpToDate>
  <CharactersWithSpaces>1612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Чайкин Антон Федорович</dc:creator>
  <cp:lastModifiedBy>Кареев Максим Сергеевич</cp:lastModifiedBy>
  <cp:revision>5</cp:revision>
  <cp:lastPrinted>2015-04-20T01:16:00Z</cp:lastPrinted>
  <dcterms:created xsi:type="dcterms:W3CDTF">2017-02-28T06:56:00Z</dcterms:created>
  <dcterms:modified xsi:type="dcterms:W3CDTF">2021-07-02T04:38:00Z</dcterms:modified>
</cp:coreProperties>
</file>